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662BAD2D" w:rsidR="0025617A" w:rsidRPr="008E7767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8E7767">
        <w:rPr>
          <w:rFonts w:asciiTheme="minorHAnsi" w:hAnsiTheme="minorHAnsi" w:cs="Arial"/>
          <w:sz w:val="40"/>
          <w:lang w:val="en-US"/>
        </w:rPr>
        <w:t xml:space="preserve"> </w:t>
      </w:r>
      <w:bookmarkStart w:id="0" w:name="_Hlk90467927"/>
      <w:r w:rsidR="008E7767" w:rsidRPr="00845F00">
        <w:rPr>
          <w:rFonts w:asciiTheme="minorHAnsi" w:hAnsiTheme="minorHAnsi" w:cs="Arial"/>
          <w:sz w:val="40"/>
          <w:szCs w:val="40"/>
          <w:lang w:val="en-IE"/>
        </w:rPr>
        <w:t>/ RFC-</w:t>
      </w:r>
      <w:r w:rsidR="008E7767"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  <w:r w:rsidR="008E7767">
        <w:rPr>
          <w:rFonts w:asciiTheme="minorHAnsi" w:hAnsiTheme="minorHAnsi" w:cs="Arial"/>
          <w:sz w:val="40"/>
        </w:rPr>
        <w:tab/>
      </w:r>
      <w:bookmarkEnd w:id="0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3B75BDE3" w14:textId="28FE1067" w:rsidR="00CE056E" w:rsidRDefault="00C24E90" w:rsidP="00C24E90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</w:pPr>
            <w:r w:rsidRPr="00C24E90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RFC_</w:t>
            </w:r>
            <w:r w:rsidR="002025F1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AES</w:t>
            </w:r>
            <w:r w:rsidRPr="00C24E90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_</w:t>
            </w:r>
            <w:r w:rsidR="000D5F6A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0</w:t>
            </w:r>
            <w:r w:rsidR="002025F1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152</w:t>
            </w:r>
            <w:r w:rsidRPr="00C24E90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 xml:space="preserve"> </w:t>
            </w:r>
            <w:r w:rsidRPr="009A5D54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(</w:t>
            </w:r>
            <w:proofErr w:type="gramStart"/>
            <w:r w:rsidRPr="00EB0A88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JIRA:UCC</w:t>
            </w:r>
            <w:r w:rsidR="002025F1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AES</w:t>
            </w:r>
            <w:proofErr w:type="gramEnd"/>
            <w:r w:rsidRPr="00EB0A88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-</w:t>
            </w:r>
            <w:r w:rsidR="002025F1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2298</w:t>
            </w:r>
            <w:r w:rsidRPr="009A5D54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)</w:t>
            </w:r>
          </w:p>
          <w:p w14:paraId="00E19DE3" w14:textId="77777777" w:rsidR="002025F1" w:rsidRDefault="002025F1" w:rsidP="00C24E90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</w:pPr>
            <w:r w:rsidRPr="00C24E90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RFC_NCTS_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0225</w:t>
            </w:r>
            <w:r w:rsidRPr="00C24E90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 xml:space="preserve"> </w:t>
            </w:r>
            <w:r w:rsidRPr="009A5D54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(</w:t>
            </w:r>
            <w:proofErr w:type="gramStart"/>
            <w:r w:rsidRPr="00EB0A88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JIRA:UCCNCTS</w:t>
            </w:r>
            <w:proofErr w:type="gramEnd"/>
            <w:r w:rsidRPr="00EB0A88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-</w:t>
            </w:r>
            <w:r w:rsidRPr="00EB0A8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3770</w:t>
            </w:r>
            <w:r w:rsidRPr="009A5D54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)</w:t>
            </w:r>
          </w:p>
          <w:p w14:paraId="677E7917" w14:textId="7B62DDF9" w:rsidR="002025F1" w:rsidRPr="00C24E90" w:rsidRDefault="00B25F5B" w:rsidP="00C24E90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RFC_NCTS</w:t>
            </w:r>
            <w:r w:rsidR="00642DB7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 xml:space="preserve">-P6_0034 (JIRA: </w:t>
            </w:r>
            <w:r w:rsidR="00D02B84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UCCNCTSP6-66)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465F8F49" w:rsidR="00FE4EC9" w:rsidRPr="00EB0A88" w:rsidRDefault="00C83E2E" w:rsidP="0004792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  <w:r w:rsidRPr="00EB0A88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PM25718 / KE23525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21E2FC18" w:rsidR="00EE7CA2" w:rsidRPr="00F93EE3" w:rsidRDefault="00C24E90" w:rsidP="00E92DD1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DG TAXUD</w:t>
            </w:r>
            <w:r w:rsidR="00BC73A0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/B3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FE81BAE" w14:textId="31C2FEE5" w:rsidR="00CE056E" w:rsidRDefault="00257EED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AES-P1</w:t>
            </w:r>
            <w:r w:rsidR="00982D9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(DDN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X</w:t>
            </w:r>
            <w:r w:rsidR="00982D9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A-5.15.</w:t>
            </w:r>
            <w:r w:rsidR="003C77A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982D91" w:rsidRPr="00B64A6F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-v1.00</w:t>
            </w:r>
            <w:r w:rsidR="00982D91" w:rsidRPr="0016427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  <w:p w14:paraId="746F8D77" w14:textId="77777777" w:rsidR="00257EED" w:rsidRDefault="00257EED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(DDNTA-5.15.1</w:t>
            </w:r>
            <w:r w:rsidRPr="00B64A6F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-v1.00</w:t>
            </w:r>
            <w:r w:rsidRPr="0016427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  <w:p w14:paraId="7E7F510B" w14:textId="4F303F50" w:rsidR="00257EED" w:rsidRPr="00402055" w:rsidRDefault="00351DB1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NCTS-P6 (DDNTA 6.2.0-v1.01)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FDC270B" w:rsidR="00FE4EC9" w:rsidRPr="002337D9" w:rsidRDefault="0004792F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ritical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160BE118" w:rsidR="003643E4" w:rsidRPr="000440A7" w:rsidRDefault="00000000" w:rsidP="003643E4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>
              <w:rPr>
                <w:rFonts w:cs="Arial"/>
                <w:lang w:eastAsia="x-none"/>
              </w:rPr>
              <w:pict w14:anchorId="6539AB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25pt;height:22.5pt">
                  <v:imagedata r:id="rId11" o:title=""/>
                  <o:lock v:ext="edit" aspectratio="f"/>
                </v:shape>
              </w:pict>
            </w:r>
            <w:r>
              <w:rPr>
                <w:rFonts w:cs="Arial"/>
                <w:lang w:eastAsia="x-none"/>
              </w:rPr>
              <w:pict w14:anchorId="11BA1907">
                <v:shape id="_x0000_i1026" type="#_x0000_t75" style="width:194.25pt;height:22.5pt">
                  <v:imagedata r:id="rId12" o:title=""/>
                  <o:lock v:ext="edit" aspectratio="f"/>
                </v:shape>
              </w:pict>
            </w:r>
          </w:p>
          <w:p w14:paraId="7E340AEE" w14:textId="77777777" w:rsidR="003643E4" w:rsidRPr="000440A7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0440A7" w14:paraId="2DC98205" w14:textId="77777777" w:rsidTr="00AC7F03">
              <w:trPr>
                <w:trHeight w:val="916"/>
              </w:trPr>
              <w:tc>
                <w:tcPr>
                  <w:tcW w:w="6573" w:type="dxa"/>
                </w:tcPr>
                <w:p w14:paraId="2D944FE3" w14:textId="30499D44" w:rsidR="0085152A" w:rsidRPr="007A72BE" w:rsidRDefault="00876F62" w:rsidP="0085152A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US"/>
                    </w:rPr>
                    <w:t>XLSX File moved from DMP to DDNxA (as Appendix)</w:t>
                  </w:r>
                </w:p>
              </w:tc>
            </w:tr>
          </w:tbl>
          <w:p w14:paraId="268DC964" w14:textId="77777777" w:rsidR="003643E4" w:rsidRPr="000440A7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</w:p>
        </w:tc>
      </w:tr>
      <w:tr w:rsidR="002F6323" w:rsidRPr="00E22AB5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00000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00000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013417FC" w:rsidR="002337D9" w:rsidRDefault="00DA7EE8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00000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7E8613EC" w:rsidR="002337D9" w:rsidRDefault="00DA7EE8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00000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80082B7" w:rsidR="003643E4" w:rsidRPr="002337D9" w:rsidRDefault="00DA7EE8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Medium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0C075389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8E7767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813CF6">
        <w:trPr>
          <w:trHeight w:val="583"/>
        </w:trPr>
        <w:tc>
          <w:tcPr>
            <w:tcW w:w="9747" w:type="dxa"/>
            <w:vAlign w:val="center"/>
          </w:tcPr>
          <w:p w14:paraId="70DA2C8C" w14:textId="69BEE668" w:rsidR="00C66131" w:rsidRPr="0005674B" w:rsidRDefault="00F457C3" w:rsidP="00C24E90">
            <w:pPr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AES</w:t>
            </w:r>
            <w:r w:rsidR="0004792F"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-P</w:t>
            </w:r>
            <w:r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1</w:t>
            </w:r>
            <w:r w:rsidR="0004792F"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(DDN</w:t>
            </w:r>
            <w:r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X</w:t>
            </w:r>
            <w:r w:rsidR="0004792F"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A-5.15.</w:t>
            </w:r>
            <w:r w:rsidR="003C77A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1</w:t>
            </w:r>
            <w:r w:rsidR="00C83E2E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-v1.00</w:t>
            </w:r>
            <w:r w:rsidR="0004792F"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)</w:t>
            </w:r>
            <w:r w:rsidR="00F0018D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, </w:t>
            </w: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NCTS-P5 (DDNTA-5.15.</w:t>
            </w:r>
            <w:r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1-v1.00</w:t>
            </w: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)</w:t>
            </w:r>
            <w:r w:rsidR="00F0018D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&amp; NCTS-P6 (</w:t>
            </w:r>
            <w:r w:rsidR="00F0018D" w:rsidRPr="00F0018D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DDNTA-6.2.0-v1.01</w:t>
            </w:r>
            <w:r w:rsidR="00F0018D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)</w:t>
            </w:r>
            <w:r w:rsidR="0004792F"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: </w:t>
            </w:r>
            <w:r w:rsidR="00876F6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Moving one file from the DMP </w:t>
            </w:r>
            <w:r w:rsidR="008745FC" w:rsidRPr="008745FC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deliver</w:t>
            </w:r>
            <w:r w:rsidR="00876F6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y package to the DDNTA &amp; DDNXA</w:t>
            </w:r>
            <w:r w:rsidR="008745FC" w:rsidRPr="008745FC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  <w:r w:rsidR="00876F6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packages (becoming Appendix D in DDNxA)</w:t>
            </w:r>
            <w:r w:rsidR="00C83E2E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.</w:t>
            </w:r>
          </w:p>
        </w:tc>
      </w:tr>
      <w:tr w:rsidR="0046158E" w:rsidRPr="00E32129" w14:paraId="759A9E8B" w14:textId="77777777" w:rsidTr="007A733E">
        <w:trPr>
          <w:trHeight w:val="1168"/>
        </w:trPr>
        <w:tc>
          <w:tcPr>
            <w:tcW w:w="9747" w:type="dxa"/>
            <w:vAlign w:val="center"/>
          </w:tcPr>
          <w:p w14:paraId="4B0BEE01" w14:textId="0839DE91" w:rsidR="00C66131" w:rsidRDefault="00E22AB5" w:rsidP="008745FC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EB0A8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The history of rule</w:t>
            </w:r>
            <w:r w:rsidR="00C83E2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s and </w:t>
            </w:r>
            <w:r w:rsidRPr="00EB0A8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condition modifications</w:t>
            </w:r>
            <w:r w:rsidR="00C83E2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of the DDN</w:t>
            </w:r>
            <w:r w:rsidR="00043A1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</w:t>
            </w:r>
            <w:r w:rsidR="00C83E2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A</w:t>
            </w:r>
            <w:r w:rsidR="00043A1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and DDNXA</w:t>
            </w:r>
            <w:r w:rsidR="00C83E2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package</w:t>
            </w:r>
            <w:r w:rsidR="00F457C3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s</w:t>
            </w:r>
            <w:r w:rsidRPr="00EB0A8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is stored in a registry file</w:t>
            </w:r>
            <w:r w:rsidR="00C83E2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called ‘</w:t>
            </w:r>
            <w:r w:rsidR="00C83E2E" w:rsidRPr="00C83E2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Rules and Conditions</w:t>
            </w:r>
            <w:r w:rsidR="00C83E2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’ delivered with the DMP package</w:t>
            </w:r>
            <w:r w:rsidRPr="00EB0A8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.</w:t>
            </w:r>
            <w:r w:rsidR="00B3264A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043A1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Moving this file to Appendix D of the DDNxA will avoid some unnecessary re-delivery of DMP and will offer more consistent DDNxA.</w:t>
            </w:r>
          </w:p>
          <w:p w14:paraId="68B6B031" w14:textId="77777777" w:rsidR="00043A15" w:rsidRDefault="00043A15" w:rsidP="008745FC">
            <w:pP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</w:pPr>
          </w:p>
          <w:p w14:paraId="3C928E2D" w14:textId="77777777" w:rsidR="00043A15" w:rsidRDefault="00043A15" w:rsidP="008745FC">
            <w:pP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Applicable to AES-P1, NCTS-P5 and NCTS-P6.</w:t>
            </w:r>
          </w:p>
          <w:p w14:paraId="47B493E5" w14:textId="2C531717" w:rsidR="00043A15" w:rsidRPr="00C66131" w:rsidRDefault="00043A15" w:rsidP="008745FC">
            <w:pP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</w:pPr>
          </w:p>
        </w:tc>
      </w:tr>
    </w:tbl>
    <w:p w14:paraId="7C554F5A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06D72BC1" w14:textId="77777777" w:rsidR="008E7767" w:rsidRPr="00E3043D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59"/>
      </w:tblGrid>
      <w:tr w:rsidR="003D4A7A" w:rsidRPr="006A1FF4" w14:paraId="482A54D6" w14:textId="77777777" w:rsidTr="005F073E">
        <w:tc>
          <w:tcPr>
            <w:tcW w:w="9759" w:type="dxa"/>
          </w:tcPr>
          <w:bookmarkEnd w:id="3"/>
          <w:p w14:paraId="7A9A0B1B" w14:textId="105D1634" w:rsidR="00787DA4" w:rsidRDefault="00E22AB5" w:rsidP="00C24E90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</w:t>
            </w:r>
            <w:r w:rsidR="002A1A86" w:rsidRPr="00EB0A8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DMP Package-5.8.0-v1.00</w:t>
            </w:r>
            <w:r w:rsidR="00043A1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,</w:t>
            </w:r>
            <w:r w:rsidR="00595DE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 </w:t>
            </w:r>
            <w:r w:rsidR="00595DE6" w:rsidRPr="00595DE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for AES-P1</w:t>
            </w:r>
            <w:r w:rsidR="00F94371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="00595DE6" w:rsidRPr="00595DE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NCTS-P5 </w:t>
            </w:r>
            <w:r w:rsidR="00787DA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contains two (2) excel files:</w:t>
            </w:r>
          </w:p>
          <w:p w14:paraId="3C8072DA" w14:textId="77777777" w:rsidR="003552E2" w:rsidRPr="003552E2" w:rsidRDefault="003552E2" w:rsidP="003552E2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3552E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SDEV-NCTS-P5, NCTS-P6 and AES-P1 (Rules and Conditions_v0.53) _DMP-5.8.0-v1.00.xlsx</w:t>
            </w:r>
          </w:p>
          <w:p w14:paraId="26C2F927" w14:textId="77777777" w:rsidR="003552E2" w:rsidRPr="003552E2" w:rsidRDefault="003552E2" w:rsidP="003552E2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3552E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SDEV-NCTS-P5_ (Data Mapping_v0.47) _DMP-5.8.0-v1.00.xlsx</w:t>
            </w:r>
          </w:p>
          <w:p w14:paraId="2C85333C" w14:textId="36FBB741" w:rsidR="00787DA4" w:rsidRDefault="00787DA4" w:rsidP="003552E2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4285DD5F" w14:textId="77B7769E" w:rsidR="001A2E9A" w:rsidRPr="003F2B82" w:rsidRDefault="003552E2" w:rsidP="0073702A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Similar excel files are contained in the </w:t>
            </w:r>
            <w:r w:rsidR="00097175" w:rsidRPr="003F2B8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DMP</w:t>
            </w:r>
            <w:r w:rsidR="0051419B" w:rsidRPr="0051419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-3.0.0-v1.01</w:t>
            </w:r>
            <w:r w:rsidR="003F2B8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for</w:t>
            </w:r>
            <w:r w:rsidR="00097175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595DE6" w:rsidRPr="00595DE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NCTS-</w:t>
            </w:r>
            <w:r w:rsidR="00A8595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P6</w:t>
            </w:r>
            <w:r w:rsidR="0073702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151F47CD" w14:textId="77777777" w:rsidR="003C107E" w:rsidRDefault="003C107E" w:rsidP="00C24E90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5C6B7A29" w14:textId="7DB493E0" w:rsidR="00043A15" w:rsidRDefault="00C65EF9" w:rsidP="00043A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Currently</w:t>
            </w:r>
            <w:r w:rsidR="00043A1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 the</w:t>
            </w:r>
            <w:r w:rsidR="00E22AB5" w:rsidRPr="00EB0A8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file </w:t>
            </w:r>
            <w:r w:rsidR="00F6238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‘</w:t>
            </w:r>
            <w:r w:rsidR="00E22AB5" w:rsidRPr="007A72B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SDEV-NCTS-P5, NCTS-P6 and AES-P1 (Rules and Conditions_v0.53) _DMP-5.8.0-v1.00.xlsx</w:t>
            </w:r>
            <w:r w:rsidR="00F62383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="005C25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is </w:t>
            </w:r>
            <w:r w:rsidR="00043A15">
              <w:rPr>
                <w:rFonts w:asciiTheme="minorHAnsi" w:hAnsiTheme="minorHAnsi" w:cstheme="minorHAnsi"/>
                <w:sz w:val="22"/>
                <w:szCs w:val="22"/>
              </w:rPr>
              <w:t xml:space="preserve">part of the DMP package for practical and contractual reasons, but this situation </w:t>
            </w:r>
            <w:r w:rsidR="00A81FB6">
              <w:rPr>
                <w:rFonts w:asciiTheme="minorHAnsi" w:hAnsiTheme="minorHAnsi" w:cstheme="minorHAnsi"/>
                <w:sz w:val="22"/>
                <w:szCs w:val="22"/>
              </w:rPr>
              <w:t xml:space="preserve">is </w:t>
            </w:r>
            <w:r w:rsidR="00043A15">
              <w:rPr>
                <w:rFonts w:asciiTheme="minorHAnsi" w:hAnsiTheme="minorHAnsi" w:cstheme="minorHAnsi"/>
                <w:sz w:val="22"/>
                <w:szCs w:val="22"/>
              </w:rPr>
              <w:t>not optimum because:</w:t>
            </w:r>
          </w:p>
          <w:p w14:paraId="1399E0C1" w14:textId="115000A4" w:rsidR="00845F00" w:rsidRPr="00845F00" w:rsidRDefault="00845F00" w:rsidP="00845F00">
            <w:pPr>
              <w:tabs>
                <w:tab w:val="left" w:pos="306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4F8E8A3E" w14:textId="0682B7BF" w:rsidR="00A81FB6" w:rsidRPr="003116CF" w:rsidRDefault="003A24CA" w:rsidP="003116CF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3116CF">
              <w:rPr>
                <w:rFonts w:asciiTheme="minorHAnsi" w:hAnsiTheme="minorHAnsi" w:cs="Arial"/>
                <w:sz w:val="22"/>
                <w:szCs w:val="22"/>
                <w:lang w:val="en-IE"/>
              </w:rPr>
              <w:lastRenderedPageBreak/>
              <w:t xml:space="preserve">The DMP packages will not be maintained for a long period, while the DDNTA will be maintained after the DMP is no more </w:t>
            </w:r>
            <w:proofErr w:type="gramStart"/>
            <w:r w:rsidRPr="003116CF">
              <w:rPr>
                <w:rFonts w:asciiTheme="minorHAnsi" w:hAnsiTheme="minorHAnsi" w:cs="Arial"/>
                <w:sz w:val="22"/>
                <w:szCs w:val="22"/>
                <w:lang w:val="en-IE"/>
              </w:rPr>
              <w:t>applicable</w:t>
            </w:r>
            <w:r w:rsidR="00A81FB6" w:rsidRPr="003116CF">
              <w:rPr>
                <w:rFonts w:asciiTheme="minorHAnsi" w:hAnsiTheme="minorHAnsi" w:cs="Arial"/>
                <w:sz w:val="22"/>
                <w:szCs w:val="22"/>
                <w:lang w:val="en-IE"/>
              </w:rPr>
              <w:t>;</w:t>
            </w:r>
            <w:proofErr w:type="gramEnd"/>
          </w:p>
          <w:p w14:paraId="3E45D2B7" w14:textId="2A655983" w:rsidR="001727A2" w:rsidRDefault="00A81FB6" w:rsidP="00935650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3116CF">
              <w:rPr>
                <w:rFonts w:asciiTheme="minorHAnsi" w:hAnsiTheme="minorHAnsi" w:cs="Arial"/>
                <w:sz w:val="22"/>
                <w:szCs w:val="22"/>
                <w:lang w:val="en-IE"/>
              </w:rPr>
              <w:t>It</w:t>
            </w:r>
            <w:r w:rsidR="004560B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is</w:t>
            </w:r>
            <w:r w:rsidRPr="003116C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F314C8">
              <w:rPr>
                <w:rFonts w:asciiTheme="minorHAnsi" w:hAnsiTheme="minorHAnsi" w:cs="Arial"/>
                <w:sz w:val="22"/>
                <w:szCs w:val="22"/>
                <w:lang w:val="en-IE"/>
              </w:rPr>
              <w:t>not</w:t>
            </w:r>
            <w:r w:rsidRPr="003116C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convenient</w:t>
            </w:r>
            <w:r w:rsidR="00F314C8">
              <w:rPr>
                <w:rFonts w:asciiTheme="minorHAnsi" w:hAnsiTheme="minorHAnsi" w:cs="Arial"/>
                <w:sz w:val="22"/>
                <w:szCs w:val="22"/>
                <w:lang w:val="en-IE"/>
              </w:rPr>
              <w:t>,</w:t>
            </w:r>
            <w:r w:rsidRPr="003116C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when analysing a solution for improving a current </w:t>
            </w:r>
            <w:r w:rsidR="004C546A">
              <w:rPr>
                <w:rFonts w:asciiTheme="minorHAnsi" w:hAnsiTheme="minorHAnsi" w:cs="Arial"/>
                <w:sz w:val="22"/>
                <w:szCs w:val="22"/>
                <w:lang w:val="en-IE"/>
              </w:rPr>
              <w:t>Rule/Condition</w:t>
            </w:r>
            <w:r w:rsidRPr="003116C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to open </w:t>
            </w:r>
            <w:r w:rsidR="00CF1F8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 file from </w:t>
            </w:r>
            <w:r w:rsidR="00F314C8">
              <w:rPr>
                <w:rFonts w:asciiTheme="minorHAnsi" w:hAnsiTheme="minorHAnsi" w:cs="Arial"/>
                <w:sz w:val="22"/>
                <w:szCs w:val="22"/>
                <w:lang w:val="en-IE"/>
              </w:rPr>
              <w:t>a different</w:t>
            </w:r>
            <w:r w:rsidRPr="003116C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deliverable</w:t>
            </w:r>
            <w:r w:rsidR="003C6801">
              <w:rPr>
                <w:rFonts w:asciiTheme="minorHAnsi" w:hAnsiTheme="minorHAnsi" w:cs="Arial"/>
                <w:sz w:val="22"/>
                <w:szCs w:val="22"/>
                <w:lang w:val="en-IE"/>
              </w:rPr>
              <w:t>;</w:t>
            </w:r>
          </w:p>
          <w:p w14:paraId="6898C77F" w14:textId="2855E6E5" w:rsidR="00807142" w:rsidRPr="00D05102" w:rsidRDefault="003A2342" w:rsidP="003116CF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3A234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correction of </w:t>
            </w:r>
            <w:r w:rsidR="00683906">
              <w:rPr>
                <w:rFonts w:asciiTheme="minorHAnsi" w:hAnsiTheme="minorHAnsi" w:cs="Arial"/>
                <w:sz w:val="22"/>
                <w:szCs w:val="22"/>
                <w:lang w:val="en-IE"/>
              </w:rPr>
              <w:t>a</w:t>
            </w:r>
            <w:r w:rsidRPr="003A234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single Rule or Condition would require to re-publish the whole DMP, even if the rest of the DMP package was not modified.</w:t>
            </w:r>
          </w:p>
        </w:tc>
      </w:tr>
    </w:tbl>
    <w:p w14:paraId="38C7E85D" w14:textId="77777777" w:rsidR="00A91C18" w:rsidRDefault="00A91C18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4" w:name="_Hlk90467496"/>
    </w:p>
    <w:p w14:paraId="5B8D2242" w14:textId="42CC7597" w:rsidR="008E7767" w:rsidRPr="00074158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04348E" w14:paraId="36098742" w14:textId="77777777" w:rsidTr="7A3D41FF">
        <w:tc>
          <w:tcPr>
            <w:tcW w:w="10176" w:type="dxa"/>
          </w:tcPr>
          <w:p w14:paraId="15156EF6" w14:textId="6D9AB5B2" w:rsidR="009B1C94" w:rsidRDefault="009B1C94" w:rsidP="009B1C94">
            <w:pPr>
              <w:rPr>
                <w:rFonts w:asciiTheme="minorHAnsi" w:hAnsiTheme="minorHAnsi" w:cstheme="minorBidi"/>
                <w:sz w:val="22"/>
                <w:szCs w:val="22"/>
              </w:rPr>
            </w:pPr>
            <w:bookmarkStart w:id="5" w:name="_Hlk73455602"/>
            <w:bookmarkStart w:id="6" w:name="_Hlk78541056"/>
            <w:bookmarkEnd w:id="4"/>
            <w:r>
              <w:rPr>
                <w:rFonts w:asciiTheme="minorHAnsi" w:hAnsiTheme="minorHAnsi" w:cs="Arial"/>
                <w:sz w:val="22"/>
                <w:szCs w:val="22"/>
              </w:rPr>
              <w:t>The</w:t>
            </w:r>
            <w:r w:rsidRPr="7A3D41F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DMP </w:t>
            </w:r>
            <w:r w:rsidRPr="7A3D41FF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Package-5.8.0-v1.00</w:t>
            </w:r>
            <w:r w:rsidRPr="00045286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and the </w:t>
            </w:r>
            <w:r w:rsidRPr="002D6D9F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DMP</w:t>
            </w:r>
            <w:r w:rsidR="00731BB5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-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3</w:t>
            </w:r>
            <w:r w:rsidR="00731BB5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.0.0</w:t>
            </w:r>
            <w:r w:rsidRPr="002D6D9F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-v1.0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1</w:t>
            </w:r>
            <w:r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7A3D41FF">
              <w:rPr>
                <w:rFonts w:asciiTheme="minorHAnsi" w:hAnsiTheme="minorHAnsi" w:cs="Arial"/>
                <w:sz w:val="22"/>
                <w:szCs w:val="22"/>
              </w:rPr>
              <w:t>will be modified as follows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(addition of </w:t>
            </w:r>
            <w:r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7A3D41FF">
              <w:rPr>
                <w:rFonts w:asciiTheme="minorHAnsi" w:hAnsiTheme="minorHAnsi" w:cstheme="minorBidi"/>
                <w:sz w:val="22"/>
                <w:szCs w:val="22"/>
              </w:rPr>
              <w:t>:</w:t>
            </w:r>
          </w:p>
          <w:p w14:paraId="4197F250" w14:textId="77777777" w:rsidR="00F71CDF" w:rsidRPr="003116CF" w:rsidRDefault="00F71CDF" w:rsidP="002141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bookmarkEnd w:id="5"/>
          <w:bookmarkEnd w:id="6"/>
          <w:p w14:paraId="1BC9017C" w14:textId="0E415919" w:rsidR="00AA2A78" w:rsidRDefault="59F67912" w:rsidP="7A3D41FF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7A3D41FF">
              <w:rPr>
                <w:rFonts w:asciiTheme="minorHAnsi" w:hAnsiTheme="minorHAnsi" w:cstheme="minorBidi"/>
                <w:sz w:val="22"/>
                <w:szCs w:val="22"/>
              </w:rPr>
              <w:t xml:space="preserve">File </w:t>
            </w:r>
            <w:r w:rsidR="3C61AB39" w:rsidRPr="7A3D41FF">
              <w:rPr>
                <w:rFonts w:asciiTheme="minorHAnsi" w:hAnsiTheme="minorHAnsi" w:cstheme="minorBidi"/>
                <w:sz w:val="22"/>
                <w:szCs w:val="22"/>
              </w:rPr>
              <w:t>‘</w:t>
            </w:r>
            <w:r w:rsidRPr="7A3D41FF">
              <w:rPr>
                <w:rFonts w:asciiTheme="minorHAnsi" w:hAnsiTheme="minorHAnsi" w:cstheme="minorBidi"/>
                <w:sz w:val="22"/>
                <w:szCs w:val="22"/>
              </w:rPr>
              <w:t>SDEV-NCTS-P5, NCTS-P6 and AES-P1 (Rules and Conditions_v0.</w:t>
            </w:r>
            <w:r w:rsidR="34A89703" w:rsidRPr="7A3D41FF">
              <w:rPr>
                <w:rFonts w:asciiTheme="minorHAnsi" w:hAnsiTheme="minorHAnsi" w:cstheme="minorBidi"/>
                <w:sz w:val="22"/>
                <w:szCs w:val="22"/>
              </w:rPr>
              <w:t>53) _DMP-5.8.0-v1.00.xlsx</w:t>
            </w:r>
            <w:r w:rsidR="3C61AB39" w:rsidRPr="7A3D41FF">
              <w:rPr>
                <w:rFonts w:asciiTheme="minorHAnsi" w:hAnsiTheme="minorHAnsi" w:cstheme="minorBidi"/>
                <w:sz w:val="22"/>
                <w:szCs w:val="22"/>
              </w:rPr>
              <w:t>’</w:t>
            </w:r>
            <w:r w:rsidRPr="7A3D41FF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="3C61AB39" w:rsidRPr="7A3D41FF">
              <w:rPr>
                <w:rFonts w:asciiTheme="minorHAnsi" w:hAnsiTheme="minorHAnsi" w:cstheme="minorBidi"/>
                <w:sz w:val="22"/>
                <w:szCs w:val="22"/>
              </w:rPr>
              <w:t xml:space="preserve">will </w:t>
            </w:r>
            <w:r w:rsidRPr="7A3D41FF">
              <w:rPr>
                <w:rFonts w:asciiTheme="minorHAnsi" w:hAnsiTheme="minorHAnsi" w:cstheme="minorBidi"/>
                <w:sz w:val="22"/>
                <w:szCs w:val="22"/>
              </w:rPr>
              <w:t xml:space="preserve">be </w:t>
            </w:r>
            <w:r w:rsidR="1B3646BD" w:rsidRPr="7A3D41FF">
              <w:rPr>
                <w:rFonts w:asciiTheme="minorHAnsi" w:hAnsiTheme="minorHAnsi" w:cstheme="minorBidi"/>
                <w:sz w:val="22"/>
                <w:szCs w:val="22"/>
              </w:rPr>
              <w:t>removed from</w:t>
            </w:r>
            <w:r w:rsidR="705CDE6F" w:rsidRPr="7A3D41FF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="705CDE6F"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DMP </w:t>
            </w:r>
            <w:r w:rsidR="705CDE6F" w:rsidRPr="7A3D41FF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Package-5.8.0-v1.00</w:t>
            </w:r>
            <w:r w:rsidR="00554898" w:rsidRPr="00554898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>,</w:t>
            </w:r>
            <w:r w:rsidR="005548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 xml:space="preserve"> </w:t>
            </w:r>
            <w:r w:rsidR="00080023">
              <w:rPr>
                <w:rFonts w:asciiTheme="minorHAnsi" w:hAnsiTheme="minorHAnsi" w:cstheme="minorBidi"/>
                <w:sz w:val="22"/>
                <w:szCs w:val="22"/>
              </w:rPr>
              <w:t xml:space="preserve">will </w:t>
            </w:r>
            <w:r w:rsidR="0032259B">
              <w:rPr>
                <w:rFonts w:asciiTheme="minorHAnsi" w:hAnsiTheme="minorHAnsi" w:cstheme="minorBidi"/>
                <w:sz w:val="22"/>
                <w:szCs w:val="22"/>
              </w:rPr>
              <w:t xml:space="preserve">be </w:t>
            </w:r>
            <w:r w:rsidRPr="7A3D41FF">
              <w:rPr>
                <w:rFonts w:asciiTheme="minorHAnsi" w:hAnsiTheme="minorHAnsi" w:cstheme="minorBidi"/>
                <w:sz w:val="22"/>
                <w:szCs w:val="22"/>
              </w:rPr>
              <w:t xml:space="preserve">renamed to </w:t>
            </w:r>
            <w:r w:rsidR="004431D6" w:rsidRPr="007A72BE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DDN</w:t>
            </w:r>
            <w:r w:rsidR="000E11A3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x</w:t>
            </w:r>
            <w:r w:rsidR="004431D6" w:rsidRPr="007A72BE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A_APP_D-5.15.2-v1.00-SfA.xlsx</w:t>
            </w:r>
            <w:r w:rsidR="004431D6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</w:t>
            </w:r>
            <w:r w:rsidRPr="7A3D41FF">
              <w:rPr>
                <w:rFonts w:asciiTheme="minorHAnsi" w:hAnsiTheme="minorHAnsi" w:cs="Arial"/>
                <w:sz w:val="22"/>
                <w:szCs w:val="22"/>
              </w:rPr>
              <w:t>and be</w:t>
            </w:r>
            <w:r w:rsidR="002C70F8">
              <w:rPr>
                <w:rFonts w:asciiTheme="minorHAnsi" w:hAnsiTheme="minorHAnsi" w:cs="Arial"/>
                <w:sz w:val="22"/>
                <w:szCs w:val="22"/>
              </w:rPr>
              <w:t>come</w:t>
            </w:r>
            <w:r w:rsidRPr="7A3D41FF">
              <w:rPr>
                <w:rFonts w:asciiTheme="minorHAnsi" w:hAnsiTheme="minorHAnsi" w:cs="Arial"/>
                <w:sz w:val="22"/>
                <w:szCs w:val="22"/>
              </w:rPr>
              <w:t xml:space="preserve"> part of</w:t>
            </w:r>
            <w:r w:rsidR="004431D6">
              <w:rPr>
                <w:rFonts w:asciiTheme="minorHAnsi" w:hAnsiTheme="minorHAnsi" w:cs="Arial"/>
                <w:b/>
                <w:sz w:val="22"/>
                <w:szCs w:val="22"/>
              </w:rPr>
              <w:t xml:space="preserve"> DDNxA (in folder ‘</w:t>
            </w:r>
            <w:r w:rsidR="004431D6" w:rsidRPr="001F52D2">
              <w:rPr>
                <w:rFonts w:asciiTheme="minorHAnsi" w:hAnsiTheme="minorHAnsi" w:cs="Arial"/>
                <w:b/>
                <w:sz w:val="22"/>
                <w:szCs w:val="22"/>
              </w:rPr>
              <w:t>DDN</w:t>
            </w:r>
            <w:r w:rsidR="004431D6">
              <w:rPr>
                <w:rFonts w:asciiTheme="minorHAnsi" w:hAnsiTheme="minorHAnsi" w:cs="Arial"/>
                <w:b/>
                <w:sz w:val="22"/>
                <w:szCs w:val="22"/>
              </w:rPr>
              <w:t>x</w:t>
            </w:r>
            <w:r w:rsidR="004431D6" w:rsidRPr="001F52D2">
              <w:rPr>
                <w:rFonts w:asciiTheme="minorHAnsi" w:hAnsiTheme="minorHAnsi" w:cs="Arial"/>
                <w:b/>
                <w:sz w:val="22"/>
                <w:szCs w:val="22"/>
              </w:rPr>
              <w:t>A_Appendices-5.15.</w:t>
            </w:r>
            <w:r w:rsidR="004431D6">
              <w:rPr>
                <w:rFonts w:asciiTheme="minorHAnsi" w:hAnsiTheme="minorHAnsi" w:cs="Arial"/>
                <w:b/>
                <w:sz w:val="22"/>
                <w:szCs w:val="22"/>
              </w:rPr>
              <w:t>2</w:t>
            </w:r>
            <w:r w:rsidR="004431D6" w:rsidRPr="001F52D2">
              <w:rPr>
                <w:rFonts w:asciiTheme="minorHAnsi" w:hAnsiTheme="minorHAnsi" w:cs="Arial"/>
                <w:b/>
                <w:sz w:val="22"/>
                <w:szCs w:val="22"/>
              </w:rPr>
              <w:t>-v1.00-SfA</w:t>
            </w:r>
            <w:r w:rsidR="004431D6">
              <w:rPr>
                <w:rFonts w:asciiTheme="minorHAnsi" w:hAnsiTheme="minorHAnsi" w:cs="Arial"/>
                <w:bCs/>
                <w:sz w:val="22"/>
                <w:szCs w:val="22"/>
              </w:rPr>
              <w:t>)</w:t>
            </w:r>
            <w:r w:rsidR="00554898">
              <w:rPr>
                <w:rFonts w:asciiTheme="minorHAnsi" w:hAnsiTheme="minorHAnsi" w:cs="Arial"/>
                <w:bCs/>
                <w:sz w:val="22"/>
                <w:szCs w:val="22"/>
              </w:rPr>
              <w:t>.</w:t>
            </w:r>
          </w:p>
          <w:p w14:paraId="0D134CB6" w14:textId="61D017A1" w:rsidR="00BC3B08" w:rsidRPr="002025F1" w:rsidRDefault="00BC3B08" w:rsidP="7A3D41F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76F9807" w14:textId="77777777" w:rsidR="00BC3B08" w:rsidRDefault="00BC3B08" w:rsidP="00BC3B08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AES-P1:</w:t>
            </w:r>
          </w:p>
          <w:p w14:paraId="5F28049B" w14:textId="77777777" w:rsidR="00BC3B08" w:rsidRPr="007A72BE" w:rsidRDefault="00BC3B08" w:rsidP="00BC3B08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</w:pPr>
            <w:r w:rsidRPr="007A72BE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SDEV-NCTS-P5, NCTS-P6 and AES-P1 (Rules and Conditions_v0.53) _DMP-5.8.0-v1.00.xlsx</w:t>
            </w:r>
          </w:p>
          <w:p w14:paraId="1D4593C4" w14:textId="08681CA1" w:rsidR="00BC3B08" w:rsidRPr="0026763A" w:rsidRDefault="00BC3B08" w:rsidP="00BC3B08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6763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SDEV-AES-P1 (Data Mapping_v0.52)</w:t>
            </w:r>
            <w:r w:rsidR="009D5FD5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_</w:t>
            </w:r>
            <w:r w:rsidRPr="0026763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DMP-5.8.0-v1.00</w:t>
            </w:r>
          </w:p>
          <w:p w14:paraId="1142776F" w14:textId="77777777" w:rsidR="00BC3B08" w:rsidRDefault="00BC3B08" w:rsidP="00BC3B08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3DEC9DC3" w14:textId="77777777" w:rsidR="00BC3B08" w:rsidRDefault="00BC3B08" w:rsidP="00BC3B08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NCTS-P5:</w:t>
            </w:r>
          </w:p>
          <w:p w14:paraId="396D23C6" w14:textId="77777777" w:rsidR="00BC3B08" w:rsidRPr="007A72BE" w:rsidRDefault="00BC3B08" w:rsidP="00BC3B08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</w:pPr>
            <w:r w:rsidRPr="007A72BE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SDEV-NCTS-P5, NCTS-P6 and AES-P1 (Rules and Conditions_v0.53) _DMP-5.8.0-v1.00.xlsx</w:t>
            </w:r>
          </w:p>
          <w:p w14:paraId="2B0225EB" w14:textId="77777777" w:rsidR="00BC3B08" w:rsidRDefault="00BC3B08" w:rsidP="00BC3B08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1A86">
              <w:rPr>
                <w:rFonts w:asciiTheme="minorHAnsi" w:hAnsiTheme="minorHAnsi" w:cstheme="minorHAnsi"/>
                <w:sz w:val="22"/>
                <w:szCs w:val="22"/>
              </w:rPr>
              <w:t>SDEV-NCTS-P5_ (Data Mapping_v0.47) _DMP-5.8.0-v1.00.xlsx</w:t>
            </w:r>
          </w:p>
          <w:p w14:paraId="2D81FE7C" w14:textId="77777777" w:rsidR="0057685D" w:rsidRPr="003116CF" w:rsidRDefault="0057685D" w:rsidP="003116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509490" w14:textId="77777777" w:rsidR="0057685D" w:rsidRDefault="0057685D" w:rsidP="0057685D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The same file will be removed from </w:t>
            </w:r>
            <w:r w:rsidRPr="002D6D9F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DMP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-3.0.0</w:t>
            </w:r>
            <w:r w:rsidRPr="002D6D9F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-v1.0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1</w:t>
            </w:r>
            <w:r w:rsidRPr="00206F7C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 of NCTS-P6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will be </w:t>
            </w:r>
            <w:r w:rsidRPr="7A3D41FF">
              <w:rPr>
                <w:rFonts w:asciiTheme="minorHAnsi" w:hAnsiTheme="minorHAnsi" w:cstheme="minorBidi"/>
                <w:sz w:val="22"/>
                <w:szCs w:val="22"/>
              </w:rPr>
              <w:t>renamed to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DDNTA_APP_D-6.2.0-v1.01-SfA.xlsx</w:t>
            </w:r>
            <w:r w:rsidRPr="004431D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7A3D41FF">
              <w:rPr>
                <w:rFonts w:asciiTheme="minorHAnsi" w:hAnsiTheme="minorHAnsi" w:cs="Arial"/>
                <w:sz w:val="22"/>
                <w:szCs w:val="22"/>
              </w:rPr>
              <w:t>and be</w:t>
            </w:r>
            <w:r>
              <w:rPr>
                <w:rFonts w:asciiTheme="minorHAnsi" w:hAnsiTheme="minorHAnsi" w:cs="Arial"/>
                <w:sz w:val="22"/>
                <w:szCs w:val="22"/>
              </w:rPr>
              <w:t>come</w:t>
            </w:r>
            <w:r w:rsidRPr="7A3D41FF">
              <w:rPr>
                <w:rFonts w:asciiTheme="minorHAnsi" w:hAnsiTheme="minorHAnsi" w:cs="Arial"/>
                <w:sz w:val="22"/>
                <w:szCs w:val="22"/>
              </w:rPr>
              <w:t xml:space="preserve"> part of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DDNTA (in folder ‘</w:t>
            </w:r>
            <w:r w:rsidRPr="001F52D2">
              <w:rPr>
                <w:rFonts w:asciiTheme="minorHAnsi" w:hAnsiTheme="minorHAnsi" w:cs="Arial"/>
                <w:b/>
                <w:sz w:val="22"/>
                <w:szCs w:val="22"/>
              </w:rPr>
              <w:t>DDNTA_Appendices-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  <w:r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Pr="001F52D2">
              <w:rPr>
                <w:rFonts w:asciiTheme="minorHAnsi" w:hAnsiTheme="minorHAnsi" w:cs="Arial"/>
                <w:b/>
                <w:sz w:val="22"/>
                <w:szCs w:val="22"/>
              </w:rPr>
              <w:t>-SfA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).</w:t>
            </w:r>
          </w:p>
          <w:p w14:paraId="0C756AB0" w14:textId="77777777" w:rsidR="00BC3B08" w:rsidRDefault="00BC3B08" w:rsidP="00BC3B0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8A8BE7" w14:textId="77777777" w:rsidR="00BC3B08" w:rsidRDefault="00BC3B08" w:rsidP="00BC3B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NCTS-P6:</w:t>
            </w:r>
          </w:p>
          <w:p w14:paraId="5125C59A" w14:textId="482F0556" w:rsidR="00BC3B08" w:rsidRDefault="00BC3B08" w:rsidP="00BC3B08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E111A">
              <w:rPr>
                <w:rFonts w:asciiTheme="minorHAnsi" w:hAnsiTheme="minorHAnsi" w:cstheme="minorHAnsi"/>
                <w:sz w:val="22"/>
                <w:szCs w:val="22"/>
              </w:rPr>
              <w:t>SDEV-NCTS-P6_DMP</w:t>
            </w:r>
            <w:r w:rsidR="00441922" w:rsidRPr="00441922">
              <w:rPr>
                <w:rFonts w:asciiTheme="minorHAnsi" w:hAnsiTheme="minorHAnsi" w:cstheme="minorHAnsi"/>
                <w:sz w:val="22"/>
                <w:szCs w:val="22"/>
              </w:rPr>
              <w:t>-3.0.0-v1.01</w:t>
            </w:r>
            <w:r w:rsidR="00441922" w:rsidRPr="00441922" w:rsidDel="0044192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111A">
              <w:rPr>
                <w:rFonts w:asciiTheme="minorHAnsi" w:hAnsiTheme="minorHAnsi" w:cstheme="minorHAnsi"/>
                <w:sz w:val="22"/>
                <w:szCs w:val="22"/>
              </w:rPr>
              <w:t>(NCTS-P5 to P6 Data Mapping)-v1.00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.xlsx</w:t>
            </w:r>
          </w:p>
          <w:p w14:paraId="311A96FD" w14:textId="6286DF25" w:rsidR="00BC3B08" w:rsidRDefault="00BC3B08" w:rsidP="00BC3B08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5411D">
              <w:rPr>
                <w:rFonts w:asciiTheme="minorHAnsi" w:hAnsiTheme="minorHAnsi" w:cstheme="minorHAnsi"/>
                <w:sz w:val="22"/>
                <w:szCs w:val="22"/>
              </w:rPr>
              <w:t>SDEV-NCTS-P6_DMP</w:t>
            </w:r>
            <w:r w:rsidR="00441922" w:rsidRPr="00441922">
              <w:rPr>
                <w:rFonts w:asciiTheme="minorHAnsi" w:hAnsiTheme="minorHAnsi" w:cstheme="minorHAnsi"/>
                <w:sz w:val="22"/>
                <w:szCs w:val="22"/>
              </w:rPr>
              <w:t>-3.0.0-v1.01</w:t>
            </w:r>
            <w:r w:rsidR="00441922" w:rsidRPr="00441922" w:rsidDel="0044192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5411D">
              <w:rPr>
                <w:rFonts w:asciiTheme="minorHAnsi" w:hAnsiTheme="minorHAnsi" w:cstheme="minorHAnsi"/>
                <w:sz w:val="22"/>
                <w:szCs w:val="22"/>
              </w:rPr>
              <w:t>(NCTS-P6 to ICS2 Data Mapping)-v1.00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.xlsx</w:t>
            </w:r>
          </w:p>
          <w:p w14:paraId="641F2CEB" w14:textId="77777777" w:rsidR="00BC3B08" w:rsidRPr="007A72BE" w:rsidRDefault="00BC3B08" w:rsidP="00BC3B08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</w:pPr>
            <w:r w:rsidRPr="007A72BE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SDEV-NCTS-P5, NCTS-P6 and AES-P1 (Rules and Conditions_v0.53) _DMP-5.8.0-v1.00.xlsx</w:t>
            </w:r>
          </w:p>
          <w:p w14:paraId="4A12C34E" w14:textId="77777777" w:rsidR="00BC3B08" w:rsidRDefault="00BC3B08" w:rsidP="00AC1411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14:paraId="05AB4582" w14:textId="77777777" w:rsidR="00F8369F" w:rsidRDefault="00F8369F" w:rsidP="00AA2A78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14:paraId="1DF37306" w14:textId="77777777" w:rsidR="00F8369F" w:rsidRDefault="00F8369F" w:rsidP="00AA2A78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14:paraId="4FAC90E5" w14:textId="7BA4A3BF" w:rsidR="002C4615" w:rsidRDefault="002C4615" w:rsidP="00AC1411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X</w:t>
            </w:r>
            <w:r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A-5.15.1-v1.00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7A3D41FF">
              <w:rPr>
                <w:rFonts w:asciiTheme="minorHAnsi" w:hAnsiTheme="minorHAnsi" w:cs="Arial"/>
                <w:sz w:val="22"/>
                <w:szCs w:val="22"/>
              </w:rPr>
              <w:t>will be modified as follows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(addition of </w:t>
            </w:r>
            <w:r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7A3D41FF">
              <w:rPr>
                <w:rFonts w:asciiTheme="minorHAnsi" w:hAnsiTheme="minorHAnsi" w:cstheme="minorBidi"/>
                <w:sz w:val="22"/>
                <w:szCs w:val="22"/>
              </w:rPr>
              <w:t>:</w:t>
            </w:r>
          </w:p>
          <w:p w14:paraId="6B393DD3" w14:textId="77777777" w:rsidR="002C4615" w:rsidRDefault="002C4615" w:rsidP="00AC1411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14:paraId="61CCA30B" w14:textId="6CD3C004" w:rsidR="00AC1411" w:rsidRDefault="00AC1411" w:rsidP="00AC1411">
            <w:pP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In </w:t>
            </w:r>
            <w:r w:rsidRPr="008D20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DDN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X</w:t>
            </w:r>
            <w:r w:rsidRPr="008D20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A-5.15.1-v1.00 (Main Document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):</w:t>
            </w:r>
          </w:p>
          <w:p w14:paraId="798AA535" w14:textId="77777777" w:rsidR="00AC1411" w:rsidRDefault="00AC1411" w:rsidP="00AA2A78">
            <w:pPr>
              <w:rPr>
                <w:rFonts w:asciiTheme="minorHAnsi" w:hAnsiTheme="minorHAnsi" w:cs="Arial"/>
                <w:bCs/>
                <w:sz w:val="22"/>
                <w:szCs w:val="22"/>
                <w:lang w:val="en-US"/>
              </w:rPr>
            </w:pPr>
          </w:p>
          <w:p w14:paraId="3C827011" w14:textId="77777777" w:rsidR="00EB20A6" w:rsidRPr="000C5B11" w:rsidRDefault="00EB20A6" w:rsidP="00EB20A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>he new</w:t>
            </w:r>
            <w:r w:rsidRPr="003116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158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Appendix D</w:t>
            </w:r>
            <w:r w:rsidRPr="003116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will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 xml:space="preserve"> be added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 xml:space="preserve">n section </w:t>
            </w:r>
            <w:r w:rsidRPr="003116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‘</w:t>
            </w:r>
            <w:r w:rsidRPr="003158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List of Appendices’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31204A1" w14:textId="77777777" w:rsidR="00EB20A6" w:rsidRPr="00AA2A78" w:rsidRDefault="00EB20A6" w:rsidP="00EB20A6">
            <w:pPr>
              <w:pStyle w:val="Title"/>
              <w:ind w:left="33"/>
              <w:jc w:val="center"/>
              <w:outlineLvl w:val="0"/>
              <w:rPr>
                <w:rFonts w:ascii="Arial" w:hAnsi="Arial" w:cs="Arial"/>
                <w:i/>
                <w:sz w:val="24"/>
                <w:szCs w:val="24"/>
                <w:lang w:val="en-IE"/>
              </w:rPr>
            </w:pPr>
            <w:r w:rsidRPr="00AA2A78">
              <w:rPr>
                <w:rFonts w:ascii="Arial" w:hAnsi="Arial" w:cs="Arial"/>
                <w:bCs/>
                <w:sz w:val="24"/>
                <w:szCs w:val="24"/>
                <w:lang w:val="en-IE"/>
              </w:rPr>
              <w:t>List of Appendices</w:t>
            </w:r>
          </w:p>
          <w:p w14:paraId="15488722" w14:textId="77777777" w:rsidR="00EB20A6" w:rsidRPr="00AA2A78" w:rsidRDefault="00EB20A6" w:rsidP="00EB20A6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Appendix A: Message Scope</w:t>
            </w: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ab/>
              <w:t>Appendix</w:t>
            </w:r>
          </w:p>
          <w:p w14:paraId="1A74D388" w14:textId="77777777" w:rsidR="00EB20A6" w:rsidRPr="00AA2A78" w:rsidRDefault="00EB20A6" w:rsidP="00EB20A6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Appendix B: Transitional Analysis</w:t>
            </w: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ab/>
              <w:t>Appendix</w:t>
            </w:r>
          </w:p>
          <w:p w14:paraId="0EE3DA62" w14:textId="0E7710C2" w:rsidR="00EB20A6" w:rsidRDefault="00EB20A6" w:rsidP="00EB20A6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 xml:space="preserve">Appendix C: </w:t>
            </w:r>
            <w:r w:rsidR="00F13970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A</w:t>
            </w:r>
            <w:r w:rsidR="00F13970">
              <w:rPr>
                <w:rFonts w:ascii="Arial" w:hAnsi="Arial" w:cs="Arial"/>
                <w:b w:val="0"/>
                <w:sz w:val="18"/>
                <w:szCs w:val="18"/>
                <w:lang w:val="en-IE"/>
              </w:rPr>
              <w:t>ES</w:t>
            </w: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 xml:space="preserve"> Codelists</w:t>
            </w: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ab/>
              <w:t>Appendix</w:t>
            </w:r>
          </w:p>
          <w:p w14:paraId="563D8A23" w14:textId="77777777" w:rsidR="00EB20A6" w:rsidRPr="00EB0A88" w:rsidRDefault="00EB20A6" w:rsidP="00EB20A6">
            <w:pPr>
              <w:rPr>
                <w:lang w:val="en-IE"/>
              </w:rPr>
            </w:pPr>
          </w:p>
          <w:p w14:paraId="11E944D2" w14:textId="53F04B4E" w:rsidR="00EB20A6" w:rsidRPr="00EB0A88" w:rsidRDefault="00EB20A6" w:rsidP="00EB20A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0A88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Appendix D: History of Rules and Conditions</w:t>
            </w:r>
            <w:r w:rsidR="000C76F4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…………………………………………..</w:t>
            </w:r>
            <w:r w:rsidRPr="00EB0A88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……………</w:t>
            </w:r>
            <w:r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..</w:t>
            </w:r>
            <w:r w:rsidRPr="00EB0A88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….…. Appendix</w:t>
            </w:r>
          </w:p>
          <w:p w14:paraId="3D01F98A" w14:textId="4C756AC3" w:rsidR="00EB20A6" w:rsidRPr="00AA2A78" w:rsidRDefault="00EB20A6" w:rsidP="00EB20A6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lastRenderedPageBreak/>
              <w:t xml:space="preserve">Appendix J: </w:t>
            </w:r>
            <w:r w:rsidR="003A15E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A</w:t>
            </w:r>
            <w:r w:rsidR="003A15E8">
              <w:rPr>
                <w:rFonts w:ascii="Arial" w:hAnsi="Arial" w:cs="Arial"/>
                <w:b w:val="0"/>
                <w:sz w:val="18"/>
                <w:szCs w:val="18"/>
                <w:lang w:val="en-IE"/>
              </w:rPr>
              <w:t>ES</w:t>
            </w: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 xml:space="preserve"> Correlation Tables</w:t>
            </w: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ab/>
              <w:t xml:space="preserve">Appendix </w:t>
            </w:r>
          </w:p>
          <w:p w14:paraId="157CF757" w14:textId="5A79826A" w:rsidR="00B01780" w:rsidRDefault="001033F8" w:rsidP="00AA2A78">
            <w:pPr>
              <w:rPr>
                <w:rFonts w:ascii="Arial" w:hAnsi="Arial" w:cs="Arial"/>
                <w:caps/>
                <w:sz w:val="18"/>
                <w:szCs w:val="18"/>
                <w:lang w:val="en-IE"/>
              </w:rPr>
            </w:pPr>
            <w:r w:rsidRPr="00040664">
              <w:rPr>
                <w:rFonts w:ascii="Arial" w:hAnsi="Arial" w:cs="Arial"/>
                <w:sz w:val="18"/>
                <w:szCs w:val="18"/>
                <w:lang w:val="en-IE"/>
              </w:rPr>
              <w:t>(</w:t>
            </w:r>
            <w:r w:rsidRPr="00040664">
              <w:rPr>
                <w:rFonts w:ascii="Arial" w:hAnsi="Arial" w:cs="Arial"/>
                <w:caps/>
                <w:sz w:val="18"/>
                <w:szCs w:val="18"/>
                <w:lang w:val="en-IE"/>
              </w:rPr>
              <w:t>…)</w:t>
            </w:r>
          </w:p>
          <w:p w14:paraId="5FD0C5BC" w14:textId="77777777" w:rsidR="003158B0" w:rsidRDefault="003158B0" w:rsidP="00AA2A78">
            <w:pPr>
              <w:rPr>
                <w:rFonts w:ascii="Arial" w:hAnsi="Arial" w:cs="Arial"/>
                <w:caps/>
                <w:sz w:val="18"/>
                <w:szCs w:val="18"/>
                <w:lang w:val="en-IE"/>
              </w:rPr>
            </w:pPr>
          </w:p>
          <w:p w14:paraId="2A8215E1" w14:textId="77777777" w:rsidR="003158B0" w:rsidRPr="00040664" w:rsidRDefault="003158B0" w:rsidP="00AA2A78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30A09E35" w14:textId="76B123F7" w:rsidR="005D596B" w:rsidRPr="00EB0A88" w:rsidRDefault="005D596B" w:rsidP="005D596B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 new Appendix D will be added i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 xml:space="preserve">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sub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 xml:space="preserve">section </w:t>
            </w:r>
            <w:r w:rsidRPr="000C5B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I.</w:t>
            </w:r>
            <w:r w:rsidR="00A10AC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0C5B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.6 Structure of DDN</w:t>
            </w:r>
            <w:r w:rsidR="004845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X</w:t>
            </w:r>
            <w:r w:rsidRPr="000C5B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 volume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>part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0C5B1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  <w:t xml:space="preserve">APPENDICES FOR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  <w:t>AES</w:t>
            </w:r>
            <w:r w:rsidRPr="000C5B1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  <w:t>-P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  <w:t>1):</w:t>
            </w:r>
          </w:p>
          <w:p w14:paraId="1CE224BB" w14:textId="25EA216F" w:rsidR="005D596B" w:rsidRPr="000C5B11" w:rsidRDefault="005D596B" w:rsidP="005D596B">
            <w:pPr>
              <w:numPr>
                <w:ilvl w:val="1"/>
                <w:numId w:val="2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0C5B11">
              <w:rPr>
                <w:rFonts w:ascii="Arial" w:hAnsi="Arial" w:cs="Arial"/>
                <w:sz w:val="18"/>
                <w:szCs w:val="18"/>
                <w:lang w:val="en-IE"/>
              </w:rPr>
              <w:t xml:space="preserve">Appendix A defines the message scope for </w:t>
            </w:r>
            <w:r w:rsidR="00484560">
              <w:rPr>
                <w:rFonts w:ascii="Arial" w:hAnsi="Arial" w:cs="Arial"/>
                <w:sz w:val="18"/>
                <w:szCs w:val="18"/>
                <w:lang w:val="en-IE"/>
              </w:rPr>
              <w:t>AES</w:t>
            </w:r>
            <w:r w:rsidRPr="000C5B11">
              <w:rPr>
                <w:rFonts w:ascii="Arial" w:hAnsi="Arial" w:cs="Arial"/>
                <w:sz w:val="18"/>
                <w:szCs w:val="18"/>
                <w:lang w:val="en-IE"/>
              </w:rPr>
              <w:t>;</w:t>
            </w:r>
          </w:p>
          <w:p w14:paraId="2AA7ECBB" w14:textId="506D82C3" w:rsidR="005D596B" w:rsidRPr="000C5B11" w:rsidRDefault="005D596B" w:rsidP="005D596B">
            <w:pPr>
              <w:numPr>
                <w:ilvl w:val="1"/>
                <w:numId w:val="2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0C5B11">
              <w:rPr>
                <w:rFonts w:ascii="Arial" w:hAnsi="Arial" w:cs="Arial"/>
                <w:sz w:val="18"/>
                <w:szCs w:val="18"/>
                <w:lang w:val="en-IE"/>
              </w:rPr>
              <w:t xml:space="preserve">Appendix B </w:t>
            </w:r>
            <w:r w:rsidR="00292592">
              <w:rPr>
                <w:rFonts w:ascii="Arial" w:hAnsi="Arial" w:cs="Arial"/>
                <w:sz w:val="18"/>
                <w:szCs w:val="18"/>
                <w:lang w:val="en-IE"/>
              </w:rPr>
              <w:t>de</w:t>
            </w:r>
            <w:r w:rsidR="001B5A93">
              <w:rPr>
                <w:rFonts w:ascii="Arial" w:hAnsi="Arial" w:cs="Arial"/>
                <w:sz w:val="18"/>
                <w:szCs w:val="18"/>
                <w:lang w:val="en-IE"/>
              </w:rPr>
              <w:t>s</w:t>
            </w:r>
            <w:r w:rsidR="00292592">
              <w:rPr>
                <w:rFonts w:ascii="Arial" w:hAnsi="Arial" w:cs="Arial"/>
                <w:sz w:val="18"/>
                <w:szCs w:val="18"/>
                <w:lang w:val="en-IE"/>
              </w:rPr>
              <w:t>cribes</w:t>
            </w:r>
            <w:r w:rsidRPr="000C5B11">
              <w:rPr>
                <w:rFonts w:ascii="Arial" w:hAnsi="Arial" w:cs="Arial"/>
                <w:sz w:val="18"/>
                <w:szCs w:val="18"/>
                <w:lang w:val="en-IE"/>
              </w:rPr>
              <w:t xml:space="preserve"> the transitional analysis </w:t>
            </w:r>
            <w:r w:rsidR="00292592">
              <w:rPr>
                <w:rFonts w:ascii="Arial" w:hAnsi="Arial" w:cs="Arial"/>
                <w:sz w:val="18"/>
                <w:szCs w:val="18"/>
                <w:lang w:val="en-IE"/>
              </w:rPr>
              <w:t>approach</w:t>
            </w:r>
            <w:r w:rsidRPr="000C5B11">
              <w:rPr>
                <w:rFonts w:ascii="Arial" w:hAnsi="Arial" w:cs="Arial"/>
                <w:sz w:val="18"/>
                <w:szCs w:val="18"/>
                <w:lang w:val="en-IE"/>
              </w:rPr>
              <w:t>;</w:t>
            </w:r>
          </w:p>
          <w:p w14:paraId="073190C3" w14:textId="184AE0F6" w:rsidR="005D596B" w:rsidRDefault="005D596B" w:rsidP="005D596B">
            <w:pPr>
              <w:numPr>
                <w:ilvl w:val="1"/>
                <w:numId w:val="2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0C5B11">
              <w:rPr>
                <w:rFonts w:ascii="Arial" w:hAnsi="Arial" w:cs="Arial"/>
                <w:sz w:val="18"/>
                <w:szCs w:val="18"/>
                <w:lang w:val="en-IE"/>
              </w:rPr>
              <w:t xml:space="preserve">Appendix C contains a definition of all Code Lists used for </w:t>
            </w:r>
            <w:r w:rsidR="001568BC">
              <w:rPr>
                <w:rFonts w:ascii="Arial" w:hAnsi="Arial" w:cs="Arial"/>
                <w:sz w:val="18"/>
                <w:szCs w:val="18"/>
                <w:lang w:val="en-IE"/>
              </w:rPr>
              <w:t>AES</w:t>
            </w:r>
            <w:r w:rsidRPr="000C5B11">
              <w:rPr>
                <w:rFonts w:ascii="Arial" w:hAnsi="Arial" w:cs="Arial"/>
                <w:sz w:val="18"/>
                <w:szCs w:val="18"/>
                <w:lang w:val="en-IE"/>
              </w:rPr>
              <w:t>;</w:t>
            </w:r>
          </w:p>
          <w:p w14:paraId="21042669" w14:textId="2AEBED79" w:rsidR="00FF5761" w:rsidRPr="00B643C7" w:rsidRDefault="005D596B" w:rsidP="00FF5761">
            <w:pPr>
              <w:numPr>
                <w:ilvl w:val="0"/>
                <w:numId w:val="14"/>
              </w:numPr>
              <w:spacing w:before="240"/>
              <w:jc w:val="both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</w:pPr>
            <w:r w:rsidRPr="000C5B1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Appendix D </w:t>
            </w:r>
            <w:r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depicts</w:t>
            </w:r>
            <w:r w:rsidRPr="000C5B1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the historical revisions</w:t>
            </w:r>
            <w:r w:rsidRPr="000C5B1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 of </w:t>
            </w:r>
            <w:r w:rsidR="00285C1C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all </w:t>
            </w:r>
            <w:r w:rsidRPr="000C5B1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Rules and </w:t>
            </w:r>
            <w:r w:rsidR="00285C1C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C</w:t>
            </w:r>
            <w:r w:rsidRPr="000C5B1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onditions used </w:t>
            </w:r>
            <w:r w:rsidR="00FF5761" w:rsidRPr="00B643C7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for NCTS-P</w:t>
            </w:r>
            <w:r w:rsidR="00FF576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4, </w:t>
            </w:r>
            <w:r w:rsidR="00FF5761" w:rsidRPr="00B643C7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NCTS-P5, NCTS-P6</w:t>
            </w:r>
            <w:r w:rsidR="00FF576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,</w:t>
            </w:r>
            <w:r w:rsidR="00FF5761" w:rsidRPr="00B643C7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 </w:t>
            </w:r>
            <w:r w:rsidR="0015516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ECS-P2</w:t>
            </w:r>
            <w:r w:rsidR="0066360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 </w:t>
            </w:r>
            <w:r w:rsidR="00FF576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and </w:t>
            </w:r>
            <w:r w:rsidR="0015516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AES</w:t>
            </w:r>
            <w:r w:rsidR="00FF576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-P</w:t>
            </w:r>
            <w:r w:rsidR="0015516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1</w:t>
            </w:r>
            <w:r w:rsidR="00FF5761" w:rsidRPr="00B643C7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;</w:t>
            </w:r>
          </w:p>
          <w:p w14:paraId="60143B68" w14:textId="77777777" w:rsidR="005D596B" w:rsidRDefault="005D596B" w:rsidP="005D596B">
            <w:pPr>
              <w:numPr>
                <w:ilvl w:val="1"/>
                <w:numId w:val="2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0C5B11">
              <w:rPr>
                <w:rFonts w:ascii="Arial" w:hAnsi="Arial" w:cs="Arial"/>
                <w:sz w:val="18"/>
                <w:szCs w:val="18"/>
                <w:lang w:val="en-IE"/>
              </w:rPr>
              <w:t>Appendix J presents how the different Data Groups and Data Items are correlated to the messages;</w:t>
            </w:r>
          </w:p>
          <w:p w14:paraId="1DF141CF" w14:textId="63676CA7" w:rsidR="001033F8" w:rsidRPr="000C5B11" w:rsidRDefault="001033F8" w:rsidP="007A72BE">
            <w:pPr>
              <w:spacing w:before="240"/>
              <w:ind w:left="72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>(…)</w:t>
            </w:r>
          </w:p>
          <w:p w14:paraId="42BDEF3B" w14:textId="77777777" w:rsidR="00AC1411" w:rsidRDefault="00AC1411" w:rsidP="00AA2A78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14:paraId="766BA256" w14:textId="77777777" w:rsidR="001033F8" w:rsidRDefault="001033F8" w:rsidP="00AA2A78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14:paraId="628F53AE" w14:textId="54A686E4" w:rsidR="00174123" w:rsidRDefault="00174123" w:rsidP="00174123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DDNTA-5.15.1-v1.00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3116CF">
              <w:rPr>
                <w:rFonts w:asciiTheme="minorHAnsi" w:hAnsiTheme="minorHAnsi" w:cs="Arial"/>
                <w:sz w:val="22"/>
                <w:szCs w:val="22"/>
              </w:rPr>
              <w:t>and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  <w:r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1 </w:t>
            </w:r>
            <w:r w:rsidRPr="7A3D41FF">
              <w:rPr>
                <w:rFonts w:asciiTheme="minorHAnsi" w:hAnsiTheme="minorHAnsi" w:cs="Arial"/>
                <w:sz w:val="22"/>
                <w:szCs w:val="22"/>
              </w:rPr>
              <w:t>will be modified as follows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(addition of </w:t>
            </w:r>
            <w:r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7A3D41FF">
              <w:rPr>
                <w:rFonts w:asciiTheme="minorHAnsi" w:hAnsiTheme="minorHAnsi" w:cstheme="minorBidi"/>
                <w:sz w:val="22"/>
                <w:szCs w:val="22"/>
              </w:rPr>
              <w:t>:</w:t>
            </w:r>
          </w:p>
          <w:p w14:paraId="287F7EF7" w14:textId="77777777" w:rsidR="001033F8" w:rsidRDefault="001033F8" w:rsidP="00AA2A78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14:paraId="0DC4A3E1" w14:textId="6C5F8BB5" w:rsidR="00AA2A78" w:rsidRDefault="000F3303" w:rsidP="00AA2A78">
            <w:pP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In</w:t>
            </w:r>
            <w:r w:rsidR="00AA2A7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AA2A78" w:rsidRPr="008D20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DDNTA-5.15.1-v1.00 (Main Document</w:t>
            </w:r>
            <w:r w:rsidR="00AA2A7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):</w:t>
            </w:r>
          </w:p>
          <w:p w14:paraId="48095E30" w14:textId="77777777" w:rsidR="00AA2A78" w:rsidRDefault="00AA2A78" w:rsidP="00AA2A7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7D7115" w14:textId="4D91317B" w:rsidR="00AA2A78" w:rsidRPr="000C5B11" w:rsidRDefault="00D174D8" w:rsidP="000E08C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>he new</w:t>
            </w:r>
            <w:r w:rsidRPr="000C5B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Appendix 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will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 xml:space="preserve"> be added </w:t>
            </w:r>
            <w:r w:rsidR="008859EF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AA2A78" w:rsidRPr="000C5B11">
              <w:rPr>
                <w:rFonts w:asciiTheme="minorHAnsi" w:hAnsiTheme="minorHAnsi" w:cstheme="minorHAnsi"/>
                <w:sz w:val="22"/>
                <w:szCs w:val="22"/>
              </w:rPr>
              <w:t xml:space="preserve">n section </w:t>
            </w:r>
            <w:r w:rsidR="008859EF"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r w:rsidR="00AA2A78" w:rsidRPr="000C5B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List of Appendices</w:t>
            </w:r>
            <w:r w:rsidR="008859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="00AA2A78" w:rsidRPr="000C5B1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AD99469" w14:textId="77777777" w:rsidR="00AA2A78" w:rsidRPr="00AA2A78" w:rsidRDefault="00AA2A78" w:rsidP="00AA2A78">
            <w:pPr>
              <w:pStyle w:val="Title"/>
              <w:ind w:left="33"/>
              <w:jc w:val="center"/>
              <w:outlineLvl w:val="0"/>
              <w:rPr>
                <w:rFonts w:ascii="Arial" w:hAnsi="Arial" w:cs="Arial"/>
                <w:i/>
                <w:sz w:val="24"/>
                <w:szCs w:val="24"/>
                <w:lang w:val="en-IE"/>
              </w:rPr>
            </w:pPr>
            <w:bookmarkStart w:id="7" w:name="_Toc285708623"/>
            <w:bookmarkStart w:id="8" w:name="_Toc45648678"/>
            <w:bookmarkStart w:id="9" w:name="_Toc68274094"/>
            <w:bookmarkStart w:id="10" w:name="_Toc68274389"/>
            <w:bookmarkStart w:id="11" w:name="_Toc69205274"/>
            <w:bookmarkStart w:id="12" w:name="_Toc97296361"/>
            <w:r w:rsidRPr="00AA2A78">
              <w:rPr>
                <w:rFonts w:ascii="Arial" w:hAnsi="Arial" w:cs="Arial"/>
                <w:bCs/>
                <w:sz w:val="24"/>
                <w:szCs w:val="24"/>
                <w:lang w:val="en-IE"/>
              </w:rPr>
              <w:t>List of Appendices</w:t>
            </w:r>
            <w:bookmarkEnd w:id="7"/>
            <w:bookmarkEnd w:id="8"/>
            <w:bookmarkEnd w:id="9"/>
            <w:bookmarkEnd w:id="10"/>
            <w:bookmarkEnd w:id="11"/>
            <w:bookmarkEnd w:id="12"/>
          </w:p>
          <w:p w14:paraId="781F5ABB" w14:textId="77777777" w:rsidR="00AA2A78" w:rsidRPr="00AA2A78" w:rsidRDefault="00AA2A78" w:rsidP="00AA2A78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Appendix A: Message Scope</w:t>
            </w: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ab/>
              <w:t>Appendix</w:t>
            </w:r>
          </w:p>
          <w:p w14:paraId="65E8A8EC" w14:textId="77777777" w:rsidR="00AA2A78" w:rsidRPr="00AA2A78" w:rsidRDefault="00AA2A78" w:rsidP="00AA2A78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Appendix B: Transitional Analysis</w:t>
            </w: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ab/>
              <w:t>Appendix</w:t>
            </w:r>
          </w:p>
          <w:p w14:paraId="16CEA635" w14:textId="18848EC5" w:rsidR="00D76649" w:rsidRDefault="00AA2A78" w:rsidP="00D76649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Appendix C: NCTS Codelists</w:t>
            </w: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ab/>
              <w:t>Appendix</w:t>
            </w:r>
          </w:p>
          <w:p w14:paraId="1E2A4842" w14:textId="77777777" w:rsidR="00D76649" w:rsidRPr="00EB0A88" w:rsidRDefault="00D76649" w:rsidP="00EB0A88">
            <w:pPr>
              <w:rPr>
                <w:lang w:val="en-IE"/>
              </w:rPr>
            </w:pPr>
          </w:p>
          <w:p w14:paraId="670C72C0" w14:textId="4C122BA6" w:rsidR="00AA2A78" w:rsidRPr="00EB0A88" w:rsidRDefault="00AA2A78" w:rsidP="00AA2A7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0A88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 xml:space="preserve">Appendix D: </w:t>
            </w:r>
            <w:r w:rsidR="00C45E56" w:rsidRPr="00EB0A88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 xml:space="preserve">History of </w:t>
            </w:r>
            <w:r w:rsidRPr="00EB0A88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Rules and Conditions</w:t>
            </w:r>
            <w:r w:rsidR="003158B0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………………………………………….</w:t>
            </w:r>
            <w:r w:rsidRPr="00EB0A88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……………</w:t>
            </w:r>
            <w:r w:rsidR="005F6546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..</w:t>
            </w:r>
            <w:r w:rsidR="0052784F" w:rsidRPr="00EB0A88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….…. Appendix</w:t>
            </w:r>
          </w:p>
          <w:p w14:paraId="48C5FF8D" w14:textId="1F3C4AC0" w:rsidR="00AA2A78" w:rsidRPr="00AA2A78" w:rsidRDefault="00AA2A78" w:rsidP="00AA2A78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Appendix J: NCTS Correlation Tables</w:t>
            </w:r>
            <w:bookmarkStart w:id="13" w:name="_Hlk1748891"/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ab/>
              <w:t>Appendix</w:t>
            </w:r>
            <w:bookmarkEnd w:id="13"/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 xml:space="preserve"> </w:t>
            </w:r>
          </w:p>
          <w:p w14:paraId="4AE99E27" w14:textId="021710A0" w:rsidR="00AA2A78" w:rsidRDefault="001033F8" w:rsidP="00AA2A78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bookmarkStart w:id="14" w:name="_Toc285708624"/>
            <w:r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(…)</w:t>
            </w:r>
          </w:p>
          <w:p w14:paraId="0D0ADB43" w14:textId="77777777" w:rsidR="000C5B11" w:rsidRDefault="000C5B11" w:rsidP="000C5B11">
            <w:pPr>
              <w:rPr>
                <w:lang w:val="en-IE"/>
              </w:rPr>
            </w:pPr>
          </w:p>
          <w:p w14:paraId="2DEF0F08" w14:textId="635CB045" w:rsidR="000C5B11" w:rsidRPr="00EB0A88" w:rsidRDefault="00EA2406" w:rsidP="000E08C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 new Appendix D will be added i</w:t>
            </w:r>
            <w:r w:rsidR="000C5B11" w:rsidRPr="000C5B11">
              <w:rPr>
                <w:rFonts w:asciiTheme="minorHAnsi" w:hAnsiTheme="minorHAnsi" w:cstheme="minorHAnsi"/>
                <w:sz w:val="22"/>
                <w:szCs w:val="22"/>
              </w:rPr>
              <w:t xml:space="preserve">n </w:t>
            </w:r>
            <w:r w:rsidR="000C5B11">
              <w:rPr>
                <w:rFonts w:asciiTheme="minorHAnsi" w:hAnsiTheme="minorHAnsi" w:cstheme="minorHAnsi"/>
                <w:sz w:val="22"/>
                <w:szCs w:val="22"/>
              </w:rPr>
              <w:t>sub</w:t>
            </w:r>
            <w:r w:rsidR="000C5B11" w:rsidRPr="000C5B11">
              <w:rPr>
                <w:rFonts w:asciiTheme="minorHAnsi" w:hAnsiTheme="minorHAnsi" w:cstheme="minorHAnsi"/>
                <w:sz w:val="22"/>
                <w:szCs w:val="22"/>
              </w:rPr>
              <w:t xml:space="preserve">section </w:t>
            </w:r>
            <w:bookmarkStart w:id="15" w:name="_Ref176764907"/>
            <w:bookmarkStart w:id="16" w:name="_Toc285707573"/>
            <w:bookmarkStart w:id="17" w:name="_Toc285708633"/>
            <w:bookmarkStart w:id="18" w:name="_Toc416167711"/>
            <w:bookmarkStart w:id="19" w:name="_Toc45648688"/>
            <w:bookmarkStart w:id="20" w:name="_Toc68274104"/>
            <w:bookmarkStart w:id="21" w:name="_Toc68274399"/>
            <w:bookmarkStart w:id="22" w:name="_Toc69205284"/>
            <w:bookmarkStart w:id="23" w:name="_Toc69724314"/>
            <w:bookmarkStart w:id="24" w:name="_Toc97296371"/>
            <w:bookmarkStart w:id="25" w:name="_Toc129280956"/>
            <w:r w:rsidR="000C5B11" w:rsidRPr="000C5B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I.I.6 Structure of DDNTA volume</w:t>
            </w:r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0C5B11" w:rsidRPr="000C5B11">
              <w:rPr>
                <w:rFonts w:asciiTheme="minorHAnsi" w:hAnsiTheme="minorHAnsi" w:cstheme="minorHAnsi"/>
                <w:sz w:val="22"/>
                <w:szCs w:val="22"/>
              </w:rPr>
              <w:t>part</w:t>
            </w:r>
            <w:r w:rsidR="000C5B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0C5B11" w:rsidRPr="000C5B1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  <w:t>APPENDICES FOR NCTS-P5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  <w:t>)</w:t>
            </w:r>
            <w:r w:rsidR="000C5B1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  <w:t>:</w:t>
            </w:r>
          </w:p>
          <w:p w14:paraId="1D493379" w14:textId="77777777" w:rsidR="000C5B11" w:rsidRPr="000C5B11" w:rsidRDefault="000C5B11" w:rsidP="005D596B">
            <w:pPr>
              <w:numPr>
                <w:ilvl w:val="1"/>
                <w:numId w:val="2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0C5B11">
              <w:rPr>
                <w:rFonts w:ascii="Arial" w:hAnsi="Arial" w:cs="Arial"/>
                <w:sz w:val="18"/>
                <w:szCs w:val="18"/>
                <w:lang w:val="en-IE"/>
              </w:rPr>
              <w:t>Appendix A defines the message scope for NCTS;</w:t>
            </w:r>
          </w:p>
          <w:p w14:paraId="1C487503" w14:textId="77777777" w:rsidR="000C5B11" w:rsidRPr="000C5B11" w:rsidRDefault="000C5B11" w:rsidP="005D596B">
            <w:pPr>
              <w:numPr>
                <w:ilvl w:val="1"/>
                <w:numId w:val="2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0C5B11">
              <w:rPr>
                <w:rFonts w:ascii="Arial" w:hAnsi="Arial" w:cs="Arial"/>
                <w:sz w:val="18"/>
                <w:szCs w:val="18"/>
                <w:lang w:val="en-IE"/>
              </w:rPr>
              <w:t>Appendix B provides the approach followed carrying out the transitional analysis for NCTS;</w:t>
            </w:r>
          </w:p>
          <w:p w14:paraId="22BDB594" w14:textId="77777777" w:rsidR="000C5B11" w:rsidRDefault="000C5B11" w:rsidP="005D596B">
            <w:pPr>
              <w:numPr>
                <w:ilvl w:val="1"/>
                <w:numId w:val="2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0C5B11">
              <w:rPr>
                <w:rFonts w:ascii="Arial" w:hAnsi="Arial" w:cs="Arial"/>
                <w:sz w:val="18"/>
                <w:szCs w:val="18"/>
                <w:lang w:val="en-IE"/>
              </w:rPr>
              <w:t>Appendix C contains a definition of all Code Lists used for NCTS-P5;</w:t>
            </w:r>
          </w:p>
          <w:p w14:paraId="796F85AB" w14:textId="1286C5C9" w:rsidR="00FF5761" w:rsidRPr="00B643C7" w:rsidRDefault="000C5B11" w:rsidP="00FF5761">
            <w:pPr>
              <w:numPr>
                <w:ilvl w:val="0"/>
                <w:numId w:val="14"/>
              </w:numPr>
              <w:spacing w:before="240"/>
              <w:jc w:val="both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</w:pPr>
            <w:r w:rsidRPr="000C5B1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Appendix D </w:t>
            </w:r>
            <w:r w:rsidR="00701362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depicts</w:t>
            </w:r>
            <w:r w:rsidR="00701362" w:rsidRPr="000C5B1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 </w:t>
            </w:r>
            <w:r w:rsidR="00C95D80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the historical revisions</w:t>
            </w:r>
            <w:r w:rsidR="00C95D80" w:rsidRPr="000C5B1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 </w:t>
            </w:r>
            <w:r w:rsidRPr="000C5B1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of </w:t>
            </w:r>
            <w:r w:rsidR="00285C1C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all </w:t>
            </w:r>
            <w:r w:rsidRPr="000C5B1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Rules and </w:t>
            </w:r>
            <w:r w:rsidR="00285C1C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C</w:t>
            </w:r>
            <w:r w:rsidRPr="000C5B1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onditions used for </w:t>
            </w:r>
            <w:r w:rsidR="00FF5761" w:rsidRPr="00B643C7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NCTS-P</w:t>
            </w:r>
            <w:r w:rsidR="00FF576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4, </w:t>
            </w:r>
            <w:r w:rsidR="00FF5761" w:rsidRPr="00B643C7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NCTS-P5, NCTS-P6</w:t>
            </w:r>
            <w:r w:rsidR="00FF576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,</w:t>
            </w:r>
            <w:r w:rsidR="00FF5761" w:rsidRPr="00B643C7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 </w:t>
            </w:r>
            <w:r w:rsidR="0066360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ECS-P2 and AES-P1</w:t>
            </w:r>
            <w:r w:rsidR="00663601" w:rsidRPr="00B643C7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;</w:t>
            </w:r>
          </w:p>
          <w:p w14:paraId="62EBBF29" w14:textId="77777777" w:rsidR="000C5B11" w:rsidRPr="000C5B11" w:rsidRDefault="000C5B11" w:rsidP="005D596B">
            <w:pPr>
              <w:numPr>
                <w:ilvl w:val="1"/>
                <w:numId w:val="2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0C5B11">
              <w:rPr>
                <w:rFonts w:ascii="Arial" w:hAnsi="Arial" w:cs="Arial"/>
                <w:sz w:val="18"/>
                <w:szCs w:val="18"/>
                <w:lang w:val="en-IE"/>
              </w:rPr>
              <w:lastRenderedPageBreak/>
              <w:t>Appendix J presents how the different Data Groups and Data Items are correlated to the messages;</w:t>
            </w:r>
          </w:p>
          <w:p w14:paraId="015B1EA9" w14:textId="1AAB1D1D" w:rsidR="001033F8" w:rsidRPr="000C5B11" w:rsidRDefault="001033F8" w:rsidP="007A72BE">
            <w:pPr>
              <w:spacing w:before="240"/>
              <w:ind w:left="108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>(…)</w:t>
            </w:r>
          </w:p>
          <w:p w14:paraId="07AA277D" w14:textId="05826DCE" w:rsidR="00AB46B8" w:rsidRDefault="006F42CC" w:rsidP="00034530">
            <w:pPr>
              <w:spacing w:before="240"/>
              <w:jc w:val="both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>I</w:t>
            </w:r>
            <w:bookmarkEnd w:id="14"/>
            <w:r w:rsidR="00034530">
              <w:rPr>
                <w:rFonts w:ascii="Arial" w:hAnsi="Arial" w:cs="Arial"/>
                <w:sz w:val="18"/>
                <w:szCs w:val="18"/>
                <w:lang w:val="en-IE"/>
              </w:rPr>
              <w:t xml:space="preserve">n </w:t>
            </w:r>
            <w:r w:rsidR="00281906" w:rsidRPr="00000849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DDNTA-6.2.0-v1.01</w:t>
            </w:r>
            <w:r w:rsidR="00281906" w:rsidRPr="0000084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(Main Document)</w:t>
            </w:r>
            <w:r w:rsidR="0028190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:</w:t>
            </w:r>
          </w:p>
          <w:p w14:paraId="7E7A1A4B" w14:textId="77777777" w:rsidR="007524A2" w:rsidRDefault="007524A2" w:rsidP="00034530">
            <w:pPr>
              <w:spacing w:before="240"/>
              <w:jc w:val="both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  <w:p w14:paraId="52F2205C" w14:textId="2DD3BEFF" w:rsidR="00AB46B8" w:rsidRPr="00633699" w:rsidRDefault="007524A2" w:rsidP="00AB46B8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>he new</w:t>
            </w:r>
            <w:r w:rsidRPr="000C5B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Appendix 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will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 xml:space="preserve"> be added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 xml:space="preserve">n section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r w:rsidRPr="000C5B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List of Appendices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DD040DD" w14:textId="77777777" w:rsidR="00AB46B8" w:rsidRPr="00000849" w:rsidRDefault="00AB46B8" w:rsidP="00AB46B8">
            <w:pPr>
              <w:pStyle w:val="Title"/>
              <w:ind w:left="33"/>
              <w:jc w:val="center"/>
              <w:outlineLvl w:val="0"/>
              <w:rPr>
                <w:rFonts w:asciiTheme="minorHAnsi" w:hAnsiTheme="minorHAnsi" w:cstheme="minorHAnsi"/>
                <w:i/>
                <w:sz w:val="22"/>
                <w:szCs w:val="22"/>
                <w:lang w:val="en-IE"/>
              </w:rPr>
            </w:pPr>
            <w:r w:rsidRPr="00000849">
              <w:rPr>
                <w:rFonts w:asciiTheme="minorHAnsi" w:hAnsiTheme="minorHAnsi" w:cstheme="minorHAnsi"/>
                <w:bCs/>
                <w:sz w:val="22"/>
                <w:szCs w:val="22"/>
                <w:lang w:val="en-IE"/>
              </w:rPr>
              <w:t>List of Appendices</w:t>
            </w:r>
          </w:p>
          <w:p w14:paraId="29553727" w14:textId="77777777" w:rsidR="00AB46B8" w:rsidRPr="003116CF" w:rsidRDefault="00AB46B8" w:rsidP="00AB46B8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r w:rsidRPr="003116CF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Appendix A: Message Scope</w:t>
            </w:r>
            <w:r w:rsidRPr="003116CF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ab/>
              <w:t>Appendix</w:t>
            </w:r>
          </w:p>
          <w:p w14:paraId="453196FA" w14:textId="77777777" w:rsidR="00AB46B8" w:rsidRPr="003116CF" w:rsidRDefault="00AB46B8" w:rsidP="00AB46B8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r w:rsidRPr="003116CF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Appendix B: Transitional Analysis</w:t>
            </w:r>
            <w:r w:rsidRPr="003116CF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ab/>
              <w:t>Appendix</w:t>
            </w:r>
          </w:p>
          <w:p w14:paraId="1A79DD6C" w14:textId="77777777" w:rsidR="00AB46B8" w:rsidRPr="003116CF" w:rsidRDefault="00AB46B8" w:rsidP="00AB46B8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r w:rsidRPr="003116CF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Appendix C: NCTS Codelists</w:t>
            </w:r>
            <w:r w:rsidRPr="003116CF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ab/>
              <w:t>Appendix</w:t>
            </w:r>
          </w:p>
          <w:p w14:paraId="50304197" w14:textId="77777777" w:rsidR="00AB46B8" w:rsidRPr="003116CF" w:rsidRDefault="00AB46B8" w:rsidP="00AB46B8">
            <w:pPr>
              <w:rPr>
                <w:rFonts w:ascii="Arial" w:hAnsi="Arial" w:cs="Arial"/>
                <w:sz w:val="18"/>
                <w:szCs w:val="18"/>
                <w:lang w:val="en-IE"/>
              </w:rPr>
            </w:pPr>
          </w:p>
          <w:p w14:paraId="66511106" w14:textId="7AE1AAE6" w:rsidR="00AB46B8" w:rsidRPr="003116CF" w:rsidRDefault="00AB46B8" w:rsidP="00AB46B8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3116CF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Appendix D: History of Rules and Conditions…</w:t>
            </w:r>
            <w:r w:rsidR="00752430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…………………………………………</w:t>
            </w:r>
            <w:r w:rsidRPr="003116CF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…………………..Appendix</w:t>
            </w:r>
          </w:p>
          <w:p w14:paraId="4F0704D8" w14:textId="77777777" w:rsidR="00AB46B8" w:rsidRPr="003116CF" w:rsidRDefault="00AB46B8" w:rsidP="00AB46B8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fr-FR"/>
              </w:rPr>
            </w:pPr>
            <w:r w:rsidRPr="003116CF">
              <w:rPr>
                <w:rFonts w:ascii="Arial" w:hAnsi="Arial" w:cs="Arial"/>
                <w:b w:val="0"/>
                <w:caps w:val="0"/>
                <w:sz w:val="18"/>
                <w:szCs w:val="18"/>
                <w:lang w:val="fr-FR"/>
              </w:rPr>
              <w:t>Appendix J: NCTS Correlation Tables</w:t>
            </w:r>
            <w:r w:rsidRPr="003116CF">
              <w:rPr>
                <w:rFonts w:ascii="Arial" w:hAnsi="Arial" w:cs="Arial"/>
                <w:b w:val="0"/>
                <w:caps w:val="0"/>
                <w:sz w:val="18"/>
                <w:szCs w:val="18"/>
                <w:lang w:val="fr-FR"/>
              </w:rPr>
              <w:tab/>
              <w:t xml:space="preserve">Appendix </w:t>
            </w:r>
          </w:p>
          <w:p w14:paraId="02DADED2" w14:textId="1F597EB0" w:rsidR="00AB46B8" w:rsidRPr="003116CF" w:rsidRDefault="001033F8" w:rsidP="00AB46B8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r w:rsidRPr="003116CF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(…)</w:t>
            </w:r>
          </w:p>
          <w:p w14:paraId="21A2D37E" w14:textId="77777777" w:rsidR="00AB46B8" w:rsidRPr="00000849" w:rsidRDefault="00AB46B8" w:rsidP="00AB46B8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7E983AE6" w14:textId="0BB55B1A" w:rsidR="00AB46B8" w:rsidRPr="00C95A34" w:rsidRDefault="007524A2" w:rsidP="00AB46B8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95A34">
              <w:rPr>
                <w:rFonts w:asciiTheme="minorHAnsi" w:hAnsiTheme="minorHAnsi" w:cstheme="minorHAnsi"/>
                <w:sz w:val="22"/>
                <w:szCs w:val="22"/>
              </w:rPr>
              <w:t xml:space="preserve">The new Appendix D will be added in subsection </w:t>
            </w:r>
            <w:r w:rsidRPr="00C95A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I.I.6 Structure of DDNTA volume</w:t>
            </w:r>
            <w:r w:rsidRPr="00C95A34">
              <w:rPr>
                <w:rFonts w:asciiTheme="minorHAnsi" w:hAnsiTheme="minorHAnsi" w:cstheme="minorHAnsi"/>
                <w:sz w:val="22"/>
                <w:szCs w:val="22"/>
              </w:rPr>
              <w:t xml:space="preserve"> (part</w:t>
            </w:r>
            <w:r w:rsidRPr="00C95A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C95A3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APPENDICES FOR NCTS-P</w:t>
            </w:r>
            <w:r w:rsidR="00C95A34" w:rsidRPr="00C95A3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6</w:t>
            </w:r>
            <w:r w:rsidRPr="00C95A3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):</w:t>
            </w:r>
          </w:p>
          <w:p w14:paraId="31188E41" w14:textId="77777777" w:rsidR="00AB46B8" w:rsidRPr="00000849" w:rsidRDefault="00AB46B8" w:rsidP="00AB46B8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162177" w14:textId="77777777" w:rsidR="00AB46B8" w:rsidRPr="003116CF" w:rsidRDefault="00AB46B8" w:rsidP="00F3412A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 w:rsidRPr="003116CF">
              <w:rPr>
                <w:rFonts w:ascii="Arial" w:hAnsi="Arial" w:cs="Arial"/>
                <w:sz w:val="18"/>
                <w:szCs w:val="18"/>
                <w:lang w:val="en-IE"/>
              </w:rPr>
              <w:t>Appendix A defines the message scope for NCTS;</w:t>
            </w:r>
          </w:p>
          <w:p w14:paraId="6A0EA181" w14:textId="77777777" w:rsidR="00AB46B8" w:rsidRPr="003116CF" w:rsidRDefault="00AB46B8" w:rsidP="00F3412A">
            <w:pPr>
              <w:numPr>
                <w:ilvl w:val="0"/>
                <w:numId w:val="14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3116CF">
              <w:rPr>
                <w:rFonts w:ascii="Arial" w:hAnsi="Arial" w:cs="Arial"/>
                <w:sz w:val="18"/>
                <w:szCs w:val="18"/>
                <w:lang w:val="en-IE"/>
              </w:rPr>
              <w:t>Appendix B provides the approach followed carrying out the transitional analysis for NCTS;</w:t>
            </w:r>
          </w:p>
          <w:p w14:paraId="4E56B272" w14:textId="77777777" w:rsidR="00AB46B8" w:rsidRPr="003116CF" w:rsidRDefault="00AB46B8" w:rsidP="00F3412A">
            <w:pPr>
              <w:numPr>
                <w:ilvl w:val="0"/>
                <w:numId w:val="14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3116CF">
              <w:rPr>
                <w:rFonts w:ascii="Arial" w:hAnsi="Arial" w:cs="Arial"/>
                <w:sz w:val="18"/>
                <w:szCs w:val="18"/>
                <w:lang w:val="en-IE"/>
              </w:rPr>
              <w:t>Appendix C contains a definition of all Code Lists used for NCTS-P5;</w:t>
            </w:r>
          </w:p>
          <w:p w14:paraId="6F089E6C" w14:textId="40F94634" w:rsidR="00AB46B8" w:rsidRPr="003116CF" w:rsidRDefault="00AB46B8" w:rsidP="00F3412A">
            <w:pPr>
              <w:numPr>
                <w:ilvl w:val="0"/>
                <w:numId w:val="14"/>
              </w:numPr>
              <w:spacing w:before="240"/>
              <w:jc w:val="both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</w:pPr>
            <w:r w:rsidRPr="003116CF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Appendix D depicts the historical revisions of</w:t>
            </w:r>
            <w:r w:rsidR="00285C1C" w:rsidRPr="003116CF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 all</w:t>
            </w:r>
            <w:r w:rsidRPr="003116CF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 Rules and </w:t>
            </w:r>
            <w:r w:rsidR="00285C1C" w:rsidRPr="003116CF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C</w:t>
            </w:r>
            <w:r w:rsidRPr="003116CF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onditions used for </w:t>
            </w:r>
            <w:r w:rsidR="00697CD3" w:rsidRPr="00B643C7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NCTS-P</w:t>
            </w:r>
            <w:r w:rsidR="00697CD3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4, </w:t>
            </w:r>
            <w:r w:rsidRPr="003116CF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NCTS-P5, NCTS-P6</w:t>
            </w:r>
            <w:r w:rsidR="00697CD3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,</w:t>
            </w:r>
            <w:r w:rsidRPr="003116CF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 </w:t>
            </w:r>
            <w:r w:rsidR="00624723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ECS-P2 and AES-P1</w:t>
            </w:r>
            <w:r w:rsidR="00624723" w:rsidRPr="00B643C7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;</w:t>
            </w:r>
          </w:p>
          <w:p w14:paraId="38B27B5D" w14:textId="77777777" w:rsidR="00AB46B8" w:rsidRPr="003116CF" w:rsidRDefault="00AB46B8" w:rsidP="00F3412A">
            <w:pPr>
              <w:numPr>
                <w:ilvl w:val="0"/>
                <w:numId w:val="14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3116CF">
              <w:rPr>
                <w:rFonts w:ascii="Arial" w:hAnsi="Arial" w:cs="Arial"/>
                <w:sz w:val="18"/>
                <w:szCs w:val="18"/>
                <w:lang w:val="en-IE"/>
              </w:rPr>
              <w:t>Appendix J presents how the different Data Groups and Data Items are correlated to the messages;</w:t>
            </w:r>
          </w:p>
          <w:p w14:paraId="5D9E4819" w14:textId="667D28C9" w:rsidR="001033F8" w:rsidRPr="003116CF" w:rsidRDefault="001033F8" w:rsidP="007A72BE">
            <w:pPr>
              <w:spacing w:before="240"/>
              <w:ind w:left="108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3116CF">
              <w:rPr>
                <w:rFonts w:ascii="Arial" w:hAnsi="Arial" w:cs="Arial"/>
                <w:sz w:val="18"/>
                <w:szCs w:val="18"/>
                <w:lang w:val="en-IE"/>
              </w:rPr>
              <w:t>(…)</w:t>
            </w:r>
          </w:p>
          <w:p w14:paraId="747F1411" w14:textId="77777777" w:rsidR="00D701A5" w:rsidRDefault="00D701A5" w:rsidP="00D40FD3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794062C3" w14:textId="77777777" w:rsidR="00D701A5" w:rsidRDefault="00D701A5" w:rsidP="00D40FD3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586C237B" w14:textId="77777777" w:rsidR="00541EC9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E963F18" w14:textId="28A462E9" w:rsidR="009F3ED6" w:rsidRPr="003116CF" w:rsidRDefault="009F3ED6" w:rsidP="009F3ED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AE06C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This RFC-Proposal has no business continuity issues. </w:t>
            </w:r>
            <w:r w:rsidR="008745FC"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="008745FC" w:rsidRPr="008745FC">
              <w:rPr>
                <w:rStyle w:val="normaltextrun"/>
                <w:rFonts w:ascii="Calibri" w:hAnsi="Calibri" w:cs="Calibri"/>
                <w:sz w:val="22"/>
                <w:szCs w:val="22"/>
              </w:rPr>
              <w:t>t is</w:t>
            </w:r>
            <w:r w:rsidR="00E126C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E126CD" w:rsidRPr="003116CF">
              <w:rPr>
                <w:rStyle w:val="normaltextrun"/>
                <w:rFonts w:ascii="Calibri" w:hAnsi="Calibri" w:cs="Calibri"/>
                <w:sz w:val="22"/>
                <w:szCs w:val="22"/>
              </w:rPr>
              <w:t>a</w:t>
            </w:r>
            <w:r w:rsidR="008745FC" w:rsidRPr="008745F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purely documentary change.</w:t>
            </w:r>
          </w:p>
          <w:p w14:paraId="7AFED168" w14:textId="77777777" w:rsidR="00483BA3" w:rsidRPr="003116CF" w:rsidRDefault="00483BA3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  <w:p w14:paraId="0325DA0A" w14:textId="17F99869" w:rsidR="00163F32" w:rsidRPr="003116CF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  <w:r w:rsidRPr="00EB0A8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Proposed</w:t>
            </w:r>
            <w:r w:rsidRPr="00EB0A88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applicability in Operations (</w:t>
            </w:r>
            <w:r w:rsidRPr="00EB0A8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T-Ops</w:t>
            </w:r>
            <w:r w:rsidRPr="00EB0A88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 </w:t>
            </w:r>
            <w:r w:rsidR="000D7E3D" w:rsidRPr="003116C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Not applicable</w:t>
            </w:r>
            <w:r w:rsidR="007F7382" w:rsidRPr="003116CF">
              <w:rPr>
                <w:rStyle w:val="normaltextrun"/>
                <w:lang w:val="en-IE"/>
              </w:rPr>
              <w:t> </w:t>
            </w:r>
            <w:r w:rsidR="008B71F7" w:rsidRPr="003116C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(</w:t>
            </w:r>
            <w:r w:rsidR="00742753" w:rsidRPr="003116C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Documentary change</w:t>
            </w:r>
            <w:r w:rsidR="008B71F7" w:rsidRPr="003116C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5E2A6422" w14:textId="5D58A6F2" w:rsidR="00163F32" w:rsidRPr="00EB0A88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B0A8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Proposed</w:t>
            </w:r>
            <w:r w:rsidRPr="00EB0A88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applicability in CT (</w:t>
            </w:r>
            <w:r w:rsidRPr="00EB0A8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T-CT</w:t>
            </w:r>
            <w:r w:rsidRPr="00EB0A88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    </w:t>
            </w:r>
            <w:r w:rsidR="000D7E3D" w:rsidRPr="003116C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Not applicable</w:t>
            </w:r>
            <w:r w:rsidR="00742753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742753" w:rsidRPr="00E63677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(Documentary change)</w:t>
            </w:r>
            <w:r w:rsidR="007F7382" w:rsidRPr="00EB0A88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1B505688" w14:textId="5E57D2B2" w:rsidR="00163F32" w:rsidRPr="00EB0A88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B0A8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Expected</w:t>
            </w:r>
            <w:r w:rsidRPr="00EB0A88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approval by ECCG (</w:t>
            </w:r>
            <w:r w:rsidRPr="00EB0A8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T-CAB</w:t>
            </w:r>
            <w:r w:rsidRPr="00EB0A88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 </w:t>
            </w:r>
            <w:r w:rsidR="00297BF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N</w:t>
            </w:r>
            <w:r w:rsidR="004C2A8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ot applicable</w:t>
            </w:r>
            <w:r w:rsidR="007F7382" w:rsidRPr="00EB0A88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</w:t>
            </w:r>
          </w:p>
          <w:p w14:paraId="324C83A4" w14:textId="59B9A132" w:rsidR="00483BA3" w:rsidRDefault="00483BA3" w:rsidP="009F3ED6">
            <w:pPr>
              <w:pStyle w:val="paragraph"/>
              <w:spacing w:before="0" w:beforeAutospacing="0" w:after="0" w:afterAutospacing="0"/>
              <w:ind w:firstLine="72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4169D12F" w14:textId="228CBB33" w:rsidR="009F3ED6" w:rsidRDefault="009F3ED6" w:rsidP="009F3ED6">
            <w:pPr>
              <w:pStyle w:val="paragraph"/>
              <w:spacing w:before="0" w:beforeAutospacing="0" w:after="0" w:afterAutospacing="0"/>
              <w:ind w:left="720" w:hanging="72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17120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in case of non-implementation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7A91B456" w14:textId="77777777" w:rsidR="00C24E90" w:rsidRDefault="00C24E90" w:rsidP="000E08C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None</w:t>
            </w:r>
          </w:p>
          <w:p w14:paraId="0649F336" w14:textId="711C34EF" w:rsidR="00541EC9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282D8128" w14:textId="77777777" w:rsidR="00483BA3" w:rsidRPr="008009B0" w:rsidRDefault="00483BA3" w:rsidP="00483BA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0512F29B" w14:textId="77777777" w:rsidR="00C24E90" w:rsidRDefault="00C24E90" w:rsidP="000E08C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None</w:t>
            </w:r>
          </w:p>
          <w:p w14:paraId="57C81585" w14:textId="77777777" w:rsidR="00D356AB" w:rsidRDefault="00D356AB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6ED03005" w14:textId="77777777" w:rsidR="009F3ED6" w:rsidRPr="00AE06CE" w:rsidRDefault="009F3ED6" w:rsidP="009F3ED6">
            <w:pP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130944BB" w14:textId="77777777" w:rsidR="00C24E90" w:rsidRDefault="00C24E90" w:rsidP="000E08C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None</w:t>
            </w:r>
          </w:p>
          <w:p w14:paraId="3565315B" w14:textId="77777777" w:rsidR="00552BE2" w:rsidRPr="00EB0A88" w:rsidRDefault="00552BE2" w:rsidP="00EB0A88">
            <w:pPr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F720E98" w14:textId="53279A04" w:rsidR="00541EC9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Impacted C</w:t>
            </w:r>
            <w:r w:rsidR="00F47A3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 w:rsidR="008E776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</w:p>
          <w:p w14:paraId="5B5C0D39" w14:textId="77777777" w:rsidR="00066660" w:rsidRDefault="00066660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3C022E65" w14:textId="52827585" w:rsidR="00C02B6D" w:rsidRDefault="00066660" w:rsidP="00C02B6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66660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AES-P1:</w:t>
            </w:r>
            <w:r w:rsidR="00C02B6D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54F7F88" w14:textId="77777777" w:rsidR="00AD583D" w:rsidRPr="00F8128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F8128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DDNΧA-5.15.1-v1.00(Appen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dix </w:t>
            </w:r>
            <w:r w:rsidRPr="00F8128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D): </w:t>
            </w:r>
            <w:r w:rsidRPr="003116C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F8128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 </w:t>
            </w:r>
          </w:p>
          <w:p w14:paraId="15DC6D4F" w14:textId="77777777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CSE-v51.8.2: No.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445A2E90" w14:textId="77777777" w:rsidR="00AD583D" w:rsidRPr="00F8128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F8128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AES_DMP Package-5.8.0-v1.00: </w:t>
            </w:r>
            <w:r w:rsidRPr="003116C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F8128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 </w:t>
            </w:r>
          </w:p>
          <w:p w14:paraId="52B9335C" w14:textId="651AE5C2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AES_CTP-5.13.0-v1.00: </w:t>
            </w:r>
            <w:r w:rsidR="0066533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</w:t>
            </w:r>
            <w:r w:rsidR="0066533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o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25F44397" w14:textId="4DBF8FBD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AES_TRP-5.13.0-v1.01: </w:t>
            </w:r>
            <w:r w:rsidR="0066533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</w:t>
            </w:r>
            <w:r w:rsidR="0066533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o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26D1B24D" w14:textId="77777777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AES_CRP-5.7.7.1-v1.0: No. </w:t>
            </w:r>
          </w:p>
          <w:p w14:paraId="55B20186" w14:textId="77777777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AES_CTS-5.7.6-v1.00: No. </w:t>
            </w:r>
          </w:p>
          <w:p w14:paraId="28F14B72" w14:textId="77777777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F8128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DDNXA-5.15.1-v1.00 (Main Document):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</w:t>
            </w:r>
            <w:r w:rsidRPr="003116C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4BE81F1E" w14:textId="77777777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ACS: 5.8.0-v1.00 &amp; ACS-Annex-AES/NCTS: 5.8.0-v1.00: No.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22FE9F69" w14:textId="77777777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ieCA 1.0.4.1: No.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1D364CFF" w14:textId="77777777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AES-P1 and NCTS-P5 Long-Lived “Legacy” (L3) Movements Study v1.50-v1.00: No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4734A1E9" w14:textId="77777777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 20.4.0-v1.00: No.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4934483A" w14:textId="77777777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CS/MIS2_DATA: No.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75C3B814" w14:textId="77777777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No.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7079BD64" w14:textId="77777777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UCC IA/DA Annex B: No.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3E7BE5F0" w14:textId="77777777" w:rsidR="00066660" w:rsidRPr="00541EC9" w:rsidRDefault="00066660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4B3F9349" w14:textId="38814106" w:rsidR="00DD56E4" w:rsidRPr="00066660" w:rsidRDefault="00066660" w:rsidP="00982D91">
            <w:pPr>
              <w:rPr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  <w:lang w:val="en-US"/>
              </w:rPr>
            </w:pPr>
            <w:r w:rsidRPr="008001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Pr="008001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800162">
              <w:rPr>
                <w:rStyle w:val="normaltextrun"/>
                <w:color w:val="0D0D0D" w:themeColor="text1" w:themeTint="F2"/>
                <w:sz w:val="22"/>
                <w:szCs w:val="22"/>
              </w:rPr>
              <w:t xml:space="preserve"> </w:t>
            </w:r>
          </w:p>
          <w:p w14:paraId="621C4318" w14:textId="77777777" w:rsidR="003B5CCF" w:rsidRPr="003D6F14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cstheme="minorHAnsi"/>
                <w:color w:val="808080" w:themeColor="background1" w:themeShade="80"/>
                <w:szCs w:val="22"/>
              </w:rPr>
            </w:pPr>
            <w:r w:rsidRPr="008D202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CSE-v51.8.2:</w:t>
            </w:r>
            <w:r w:rsidRPr="003D6F1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8D202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3D6F1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7146EBA6" w14:textId="77777777" w:rsidR="003B5CCF" w:rsidRPr="003D6F14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3D6F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DDNTA-5.15.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1</w:t>
            </w:r>
            <w:r w:rsidRPr="003D6F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-v1.00 (Appendix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D</w:t>
            </w:r>
            <w:r w:rsidRPr="003D6F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):</w:t>
            </w:r>
            <w:r w:rsidRPr="003D6F1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</w:t>
            </w:r>
            <w:r w:rsidRPr="00F4664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3D6F1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48CB29C7" w14:textId="77777777" w:rsidR="003B5CCF" w:rsidRPr="003D6F14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50B3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 Specifications NCTS-P5 (FSS/BPM): 5.30</w:t>
            </w:r>
            <w:r w:rsidRPr="003D6F1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.2</w:t>
            </w:r>
            <w:r w:rsidRPr="00850B3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: No.</w:t>
            </w:r>
          </w:p>
          <w:p w14:paraId="350E957B" w14:textId="77777777" w:rsidR="003B5CCF" w:rsidRPr="003D6F14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50B3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DDCOM-20.4</w:t>
            </w:r>
            <w:r w:rsidRPr="003D6F1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.0-v1.00</w:t>
            </w:r>
            <w:r w:rsidRPr="00850B3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: No.</w:t>
            </w:r>
          </w:p>
          <w:p w14:paraId="0B894F87" w14:textId="77777777" w:rsidR="003B5CCF" w:rsidRPr="003D6F14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D20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DDNTA-5.15.1-v1.00 (Main Document):</w:t>
            </w:r>
            <w:r w:rsidRPr="00850B3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</w:t>
            </w:r>
            <w:r w:rsidRPr="00F4664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850B3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2DBC983B" w14:textId="01D633AA" w:rsidR="003B5CCF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3D6F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DMP Package-5.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8</w:t>
            </w:r>
            <w:r w:rsidRPr="003D6F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.0-v1.00</w:t>
            </w:r>
            <w:r w:rsidRPr="003D6F1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: </w:t>
            </w:r>
            <w:r w:rsidRPr="00F4664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3D6F1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3728CD07" w14:textId="77777777" w:rsidR="003B5CCF" w:rsidRPr="008D2022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D202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CTS-5.8.2-v1.00</w:t>
            </w:r>
            <w:r w:rsidRPr="0088403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:</w:t>
            </w:r>
            <w:r w:rsidRPr="00884039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8D202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3D6F1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334E44DC" w14:textId="77777777" w:rsidR="003B5CCF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ACS Main Document: v5.8.0-v1.00 &amp; ACS Annex for NCTS: 5.8.0-v1.00: No.</w:t>
            </w:r>
          </w:p>
          <w:p w14:paraId="5CB4720E" w14:textId="77777777" w:rsidR="003B5CCF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CTP-5.10.0-v1.00: No.</w:t>
            </w:r>
          </w:p>
          <w:p w14:paraId="11885D87" w14:textId="77777777" w:rsidR="003B5CCF" w:rsidRPr="003D6F14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D979E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TRP-5.13.2: 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No.</w:t>
            </w:r>
          </w:p>
          <w:p w14:paraId="3778C0BC" w14:textId="77777777" w:rsidR="003B5CCF" w:rsidRPr="00993F9C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D202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CRP-5.8.1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:</w:t>
            </w:r>
            <w:r w:rsidRPr="00884039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8D202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993F9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2E86CB15" w14:textId="77777777" w:rsidR="003B5CCF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ieCA 1.0.4.1: No.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0429B5DB" w14:textId="77777777" w:rsidR="003B5CCF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AES-P1 and NCTS-P5 Long-Lived “Legacy” (L3) Movements Study v1.50-v1.00: No.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4F324223" w14:textId="77777777" w:rsidR="003B5CCF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No.</w:t>
            </w:r>
          </w:p>
          <w:p w14:paraId="56201FAA" w14:textId="77777777" w:rsidR="003B5CCF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No.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296BACA1" w14:textId="77777777" w:rsidR="003B5CCF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lang w:val="en-GB"/>
              </w:rPr>
            </w:pP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UCC IA/DA Annex B: No.</w:t>
            </w:r>
          </w:p>
          <w:p w14:paraId="0893ED96" w14:textId="77777777" w:rsidR="00C24E90" w:rsidRDefault="00C24E90" w:rsidP="00C24E9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  <w:p w14:paraId="2E0E44E0" w14:textId="77777777" w:rsidR="00C24E90" w:rsidRPr="00800162" w:rsidRDefault="00C24E90" w:rsidP="00C24E90">
            <w:pPr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  <w:lang w:val="en-US"/>
              </w:rPr>
            </w:pPr>
            <w:r w:rsidRPr="008001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NCTS-P6:</w:t>
            </w:r>
            <w:r w:rsidRPr="00800162">
              <w:rPr>
                <w:rStyle w:val="normaltextrun"/>
                <w:color w:val="0D0D0D" w:themeColor="text1" w:themeTint="F2"/>
                <w:sz w:val="22"/>
                <w:szCs w:val="22"/>
              </w:rPr>
              <w:t xml:space="preserve"> </w:t>
            </w:r>
          </w:p>
          <w:p w14:paraId="11C23A96" w14:textId="77777777" w:rsidR="00665334" w:rsidRPr="00993F9C" w:rsidRDefault="00665334" w:rsidP="0066533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993F9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CSE-v60.4.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1</w:t>
            </w:r>
            <w:r w:rsidRPr="00993F9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: 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993F9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634E559F" w14:textId="77777777" w:rsidR="00665334" w:rsidRPr="003D6F14" w:rsidRDefault="00665334" w:rsidP="0066533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745F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DDNTA-6.2.0-v1.01 (Appendix D): </w:t>
            </w:r>
            <w:r w:rsidRPr="008745F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3D6F1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. </w:t>
            </w:r>
          </w:p>
          <w:p w14:paraId="4F379964" w14:textId="77777777" w:rsidR="00665334" w:rsidRDefault="00665334" w:rsidP="0066533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745F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DDNTA-6.2.0-v1.01 (Main Document):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</w:t>
            </w:r>
            <w:r w:rsidRPr="00F4664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230468FF" w14:textId="77777777" w:rsidR="00665334" w:rsidRDefault="00665334" w:rsidP="0066533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DDCOM-21-3.0-v1.00: No.</w:t>
            </w:r>
          </w:p>
          <w:p w14:paraId="7B3CC60A" w14:textId="08084222" w:rsidR="00665334" w:rsidRPr="00DB4B6C" w:rsidRDefault="00665334" w:rsidP="0066533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4B6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NCTS-P6 DMP</w:t>
            </w:r>
            <w:r w:rsidR="00441922" w:rsidRPr="004419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-</w:t>
            </w:r>
            <w:r w:rsidRPr="00DB4B6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41922" w:rsidRPr="004419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.0.0</w:t>
            </w:r>
            <w:r w:rsidRPr="00DB4B6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-v1.01: </w:t>
            </w:r>
            <w:r w:rsidRPr="00DB4B6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DB4B6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658671CE" w14:textId="77777777" w:rsidR="00665334" w:rsidRPr="007509AC" w:rsidRDefault="00665334" w:rsidP="0066533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509A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lastRenderedPageBreak/>
              <w:t>CTP-6.0.0-v1.00: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No.</w:t>
            </w:r>
          </w:p>
          <w:p w14:paraId="71C8D58F" w14:textId="77777777" w:rsidR="00665334" w:rsidRPr="007509AC" w:rsidRDefault="00665334" w:rsidP="0066533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509A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TRP-6.0.0-v1.00: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No.</w:t>
            </w:r>
          </w:p>
          <w:p w14:paraId="40B5B41A" w14:textId="77777777" w:rsidR="00665334" w:rsidRPr="007509AC" w:rsidRDefault="00665334" w:rsidP="0066533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509A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DDCOM-21-3.0-v1.00: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No. </w:t>
            </w:r>
          </w:p>
          <w:p w14:paraId="15CB2BAE" w14:textId="77777777" w:rsidR="00665334" w:rsidRPr="007509AC" w:rsidRDefault="00665334" w:rsidP="0066533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509A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CTS for NCTS-P6-1.0.0-v1.00: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No. </w:t>
            </w:r>
          </w:p>
          <w:p w14:paraId="4D5E4F00" w14:textId="125158A7" w:rsidR="00711116" w:rsidRPr="007912FF" w:rsidRDefault="00665334" w:rsidP="002E729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849A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</w:t>
            </w:r>
            <w:r w:rsidRPr="008849A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Specifications NCTS-P6 (FSS/BPM): 7.10.0: No.</w:t>
            </w:r>
          </w:p>
        </w:tc>
      </w:tr>
    </w:tbl>
    <w:p w14:paraId="44AA7E5C" w14:textId="77777777" w:rsidR="008745FC" w:rsidRPr="00A41143" w:rsidRDefault="008745FC" w:rsidP="008E5D8A">
      <w:pPr>
        <w:rPr>
          <w:rFonts w:asciiTheme="minorHAnsi" w:hAnsiTheme="minorHAnsi" w:cs="Arial"/>
        </w:rPr>
      </w:pPr>
    </w:p>
    <w:p w14:paraId="2C02782D" w14:textId="22F84B6A" w:rsidR="00483E6C" w:rsidRPr="00F8197B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F42063" w:rsidRPr="006B1220" w14:paraId="47B66D69" w14:textId="77777777" w:rsidTr="40280004">
        <w:trPr>
          <w:trHeight w:val="403"/>
        </w:trPr>
        <w:tc>
          <w:tcPr>
            <w:tcW w:w="2802" w:type="dxa"/>
          </w:tcPr>
          <w:p w14:paraId="6DD418A8" w14:textId="7469B760" w:rsidR="00871735" w:rsidRDefault="00CD1279" w:rsidP="00DF508C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F248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</w:t>
            </w:r>
            <w:r w:rsidR="003F248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X</w:t>
            </w:r>
            <w:r w:rsidR="003F248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A-</w:t>
            </w:r>
            <w:r w:rsidR="003F2483" w:rsidRPr="00F8128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5.15.1-v1.00</w:t>
            </w:r>
            <w:r w:rsidR="003F2483">
              <w:rPr>
                <w:rStyle w:val="normaltextrun"/>
                <w:rFonts w:cstheme="minorHAnsi"/>
              </w:rPr>
              <w:t xml:space="preserve">,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 w:rsidR="005E75B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</w:t>
            </w:r>
            <w:r w:rsidR="001439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  <w:r w:rsidR="0009271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B5338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1-v1.00</w:t>
            </w:r>
            <w:r w:rsidR="008C0CF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8C0CF2" w:rsidRPr="008C0C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&amp; </w:t>
            </w:r>
            <w:r w:rsidR="008C0CF2" w:rsidRPr="008745F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DDNTA-6.2.0-v1.01</w:t>
            </w:r>
          </w:p>
          <w:p w14:paraId="6743BD02" w14:textId="30B3691C" w:rsidR="00F42063" w:rsidRPr="006B1220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(Appendices)</w:t>
            </w:r>
          </w:p>
        </w:tc>
        <w:tc>
          <w:tcPr>
            <w:tcW w:w="6804" w:type="dxa"/>
          </w:tcPr>
          <w:p w14:paraId="2CB6EDB0" w14:textId="2ABD15A8" w:rsidR="00F42063" w:rsidRDefault="00227906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48600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600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8600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9110A8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10A8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9110A8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F42063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063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42063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C94B5D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1AE376D9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958E0" w14:textId="6D3ED4CE" w:rsidR="00F42063" w:rsidRPr="00587645" w:rsidRDefault="00360B9E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A new Appendix D is added as defined in section 3.</w:t>
                  </w:r>
                  <w:r>
                    <w:rPr>
                      <w:rStyle w:val="eop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> </w:t>
                  </w:r>
                </w:p>
              </w:tc>
            </w:tr>
          </w:tbl>
          <w:p w14:paraId="235324C5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F24D1" w:rsidRPr="006B1220" w14:paraId="67F3C73F" w14:textId="77777777" w:rsidTr="00CF24D1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0414" w14:textId="3E4AB5B2" w:rsidR="008C0095" w:rsidRDefault="00CF24D1" w:rsidP="008C0095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F248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</w:t>
            </w:r>
            <w:r w:rsidR="003F248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X</w:t>
            </w:r>
            <w:r w:rsidR="003F248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A-</w:t>
            </w:r>
            <w:r w:rsidR="003F2483" w:rsidRPr="00F8128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5.15.1-v1.00</w:t>
            </w:r>
            <w:r w:rsidR="007045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="00704522">
              <w:rPr>
                <w:rStyle w:val="normaltextrun"/>
                <w:rFonts w:cstheme="minorHAnsi"/>
              </w:rPr>
              <w:t xml:space="preserve"> </w:t>
            </w:r>
            <w:r w:rsidR="008745FC" w:rsidRPr="008D20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DDNTA-5.15.1-v1.00 </w:t>
            </w:r>
            <w:r w:rsidR="008C0095" w:rsidRPr="008C0C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&amp; </w:t>
            </w:r>
            <w:r w:rsidR="008C0095" w:rsidRPr="008745F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DDNTA-6.2.0-v1.01</w:t>
            </w:r>
          </w:p>
          <w:p w14:paraId="62083B52" w14:textId="34E17A24" w:rsidR="00CF24D1" w:rsidRPr="006B1220" w:rsidRDefault="008745F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D20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(Main Document)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94E0" w14:textId="4E6FF0BB" w:rsidR="00CF24D1" w:rsidRPr="00CF24D1" w:rsidRDefault="00227906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Low    </w:t>
            </w:r>
            <w:r w:rsidR="00CF24D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24D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CF24D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Medium    </w:t>
            </w:r>
            <w:r w:rsidR="00CF24D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24D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CF24D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High    </w:t>
            </w:r>
            <w:r w:rsidR="00CF24D1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24D1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CF24D1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Very High</w:t>
            </w:r>
          </w:p>
          <w:p w14:paraId="3FD43848" w14:textId="77777777" w:rsidR="00CF24D1" w:rsidRPr="00CF24D1" w:rsidRDefault="00CF24D1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F24D1">
              <w:rPr>
                <w:rFonts w:asciiTheme="minorHAnsi" w:hAnsiTheme="minorHAnsi" w:cs="Arial"/>
                <w:b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CF24D1" w14:paraId="069A46D5" w14:textId="77777777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7FF301" w14:textId="24B199CA" w:rsidR="00CF24D1" w:rsidRPr="00CD1279" w:rsidRDefault="00B55C82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 w:rsidRPr="003116C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 new reference to Appendix D is added as defined in section 3.</w:t>
                  </w:r>
                </w:p>
              </w:tc>
            </w:tr>
          </w:tbl>
          <w:p w14:paraId="679C0835" w14:textId="77777777" w:rsidR="00CF24D1" w:rsidRPr="00B62BD3" w:rsidRDefault="00CF24D1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F24D1" w:rsidRPr="006B1220" w14:paraId="3265DDE0" w14:textId="77777777" w:rsidTr="00CF24D1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274E" w14:textId="20BD5005" w:rsidR="00CF24D1" w:rsidRPr="006B1220" w:rsidRDefault="00CF24D1" w:rsidP="00CF24D1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483BA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DMP Package-5.</w:t>
            </w:r>
            <w:r w:rsidR="00B5338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</w:t>
            </w:r>
            <w:r w:rsidRPr="00483BA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.0</w:t>
            </w:r>
            <w:r w:rsidR="00982D9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</w:t>
            </w:r>
            <w:r w:rsidR="00982D91" w:rsidRPr="008C009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00</w:t>
            </w:r>
            <w:r w:rsidR="008C0095" w:rsidRPr="008C009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&amp;</w:t>
            </w:r>
            <w:r w:rsidR="008C0095">
              <w:rPr>
                <w:rFonts w:cs="Arial"/>
                <w:b/>
                <w:bCs/>
              </w:rPr>
              <w:t xml:space="preserve"> </w:t>
            </w:r>
            <w:r w:rsidR="008C0095" w:rsidRPr="00DB4B6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DMP</w:t>
            </w:r>
            <w:r w:rsidR="00441922" w:rsidRPr="004419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-3.0.0-v1.01</w:t>
            </w:r>
            <w:r w:rsidR="008C009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Package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C19C" w14:textId="190B0B8A" w:rsidR="00CF24D1" w:rsidRPr="00CF24D1" w:rsidRDefault="00B55C82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Low    </w:t>
            </w:r>
            <w:r w:rsidR="00CF24D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24D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CF24D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Medium    </w:t>
            </w:r>
            <w:r w:rsidR="00CF24D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24D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CF24D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High    </w:t>
            </w:r>
            <w:r w:rsidR="00CF24D1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24D1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CF24D1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Very High</w:t>
            </w:r>
          </w:p>
          <w:p w14:paraId="315A7B8D" w14:textId="77777777" w:rsidR="00CF24D1" w:rsidRPr="00CF24D1" w:rsidRDefault="00CF24D1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F24D1">
              <w:rPr>
                <w:rFonts w:asciiTheme="minorHAnsi" w:hAnsiTheme="minorHAnsi" w:cs="Arial"/>
                <w:b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CF24D1" w14:paraId="5468EF23" w14:textId="77777777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42B00E" w14:textId="57C1BA70" w:rsidR="00CF24D1" w:rsidRPr="00587645" w:rsidRDefault="008745FC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The file</w:t>
                  </w:r>
                  <w:r w:rsidR="00D3543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‘Rules and Conditions’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23FA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(</w:t>
                  </w:r>
                  <w:r w:rsidR="000C5B1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R_C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Registry</w:t>
                  </w:r>
                  <w:r w:rsidR="00223FA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)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9034B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will be removed from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the DMP Package as defined in section 3.</w:t>
                  </w:r>
                </w:p>
              </w:tc>
            </w:tr>
          </w:tbl>
          <w:p w14:paraId="58AAFAD7" w14:textId="77777777" w:rsidR="00CF24D1" w:rsidRPr="00B62BD3" w:rsidRDefault="00CF24D1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44CC608" w14:textId="77777777" w:rsidR="000C5B11" w:rsidRDefault="000C5B11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60D58486" w14:textId="77777777" w:rsidR="00F95B33" w:rsidRPr="009307FD" w:rsidRDefault="00F95B33" w:rsidP="00F95B33">
      <w:pPr>
        <w:rPr>
          <w:rFonts w:asciiTheme="minorHAnsi" w:hAnsiTheme="minorHAnsi" w:cs="Arial"/>
          <w:b/>
          <w:sz w:val="28"/>
          <w:szCs w:val="28"/>
        </w:rPr>
      </w:pPr>
      <w:r w:rsidRPr="009307FD">
        <w:rPr>
          <w:rFonts w:ascii="Calibri" w:hAnsi="Calibri" w:cs="Calibri"/>
          <w:b/>
          <w:bCs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F95B33" w:rsidRPr="009307FD" w14:paraId="1B6110E7" w14:textId="77777777">
        <w:trPr>
          <w:trHeight w:val="1802"/>
        </w:trPr>
        <w:tc>
          <w:tcPr>
            <w:tcW w:w="9634" w:type="dxa"/>
          </w:tcPr>
          <w:p w14:paraId="7A49FA7E" w14:textId="29729BC2" w:rsidR="00F95B33" w:rsidRPr="00970443" w:rsidRDefault="003B025B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95B33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F95B33" w:rsidRPr="009307FD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F95B3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ImpSMART"/>
            <w:r w:rsidR="00F95B3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95B3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6"/>
            <w:r w:rsidR="00F95B33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F95B33" w:rsidRPr="009307FD">
              <w:rPr>
                <w:rFonts w:asciiTheme="minorHAnsi" w:hAnsiTheme="minorHAnsi" w:cs="Arial"/>
                <w:sz w:val="22"/>
                <w:szCs w:val="22"/>
              </w:rPr>
              <w:t xml:space="preserve">Low   </w:t>
            </w:r>
            <w:r w:rsidR="00F95B3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5B3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95B3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95B33" w:rsidRPr="009307FD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F95B33" w:rsidRPr="009307FD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5B33" w:rsidRPr="009307FD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95B33" w:rsidRPr="009307FD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95B33" w:rsidRPr="009307FD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F95B33" w:rsidRPr="009307FD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5B33" w:rsidRPr="009307FD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95B33" w:rsidRPr="009307FD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95B33" w:rsidRPr="009307FD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  <w:r w:rsidR="00970443" w:rsidRPr="00970443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</w:p>
          <w:p w14:paraId="031BB09C" w14:textId="77777777" w:rsidR="00F95B33" w:rsidRPr="009307FD" w:rsidRDefault="00F95B3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9307FD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9378" w:type="dxa"/>
              <w:tblLayout w:type="fixed"/>
              <w:tblLook w:val="04A0" w:firstRow="1" w:lastRow="0" w:firstColumn="1" w:lastColumn="0" w:noHBand="0" w:noVBand="1"/>
            </w:tblPr>
            <w:tblGrid>
              <w:gridCol w:w="9378"/>
            </w:tblGrid>
            <w:tr w:rsidR="00F95B33" w:rsidRPr="009307FD" w14:paraId="019F90D5" w14:textId="77777777">
              <w:trPr>
                <w:trHeight w:val="877"/>
              </w:trPr>
              <w:tc>
                <w:tcPr>
                  <w:tcW w:w="9378" w:type="dxa"/>
                </w:tcPr>
                <w:p w14:paraId="5852F576" w14:textId="630B18F7" w:rsidR="00F95B33" w:rsidRPr="00503756" w:rsidRDefault="00F95B33">
                  <w:pPr>
                    <w:pStyle w:val="NormalWeb"/>
                    <w:spacing w:beforeAutospacing="0" w:afterAutospacing="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No impact.</w:t>
                  </w:r>
                </w:p>
              </w:tc>
            </w:tr>
          </w:tbl>
          <w:p w14:paraId="6183E124" w14:textId="77777777" w:rsidR="00F95B33" w:rsidRPr="009307FD" w:rsidRDefault="00F95B33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31C871C9" w14:textId="77777777" w:rsidR="000C5B11" w:rsidRDefault="000C5B11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6C284B16" w14:textId="77777777" w:rsidR="00F95B33" w:rsidRPr="00074158" w:rsidRDefault="00F95B33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E5D8A" w:rsidRPr="00074158" w14:paraId="411E99B1" w14:textId="77777777" w:rsidTr="09748007">
        <w:tc>
          <w:tcPr>
            <w:tcW w:w="4849" w:type="dxa"/>
            <w:gridSpan w:val="3"/>
            <w:shd w:val="clear" w:color="auto" w:fill="D9D9D9" w:themeFill="background1" w:themeFillShade="D9"/>
          </w:tcPr>
          <w:p w14:paraId="2018C0BB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 w:themeFill="background1" w:themeFillShade="D9"/>
          </w:tcPr>
          <w:p w14:paraId="70A6913C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8E5D8A" w:rsidRPr="00074158" w14:paraId="120DE49F" w14:textId="77777777" w:rsidTr="09748007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9748007">
        <w:trPr>
          <w:trHeight w:val="284"/>
        </w:trPr>
        <w:tc>
          <w:tcPr>
            <w:tcW w:w="1049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5121F5C1" w:rsidR="001F32C0" w:rsidRPr="006B1220" w:rsidRDefault="004B79BD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63E8DC9D" w14:textId="18BBC3A4" w:rsidR="001F32C0" w:rsidRDefault="008745FC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13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A95F12">
              <w:rPr>
                <w:rFonts w:asciiTheme="minorHAnsi" w:hAnsiTheme="minorHAnsi" w:cs="Arial"/>
                <w:sz w:val="22"/>
                <w:szCs w:val="22"/>
              </w:rPr>
              <w:t>0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6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A95F12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4756" w:type="dxa"/>
          </w:tcPr>
          <w:p w14:paraId="77644FDE" w14:textId="139EC057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Draft by </w:t>
            </w:r>
            <w:r w:rsidR="00F8197B">
              <w:rPr>
                <w:rFonts w:asciiTheme="minorHAnsi" w:hAnsiTheme="minorHAnsi" w:cs="Arial"/>
                <w:i/>
                <w:sz w:val="22"/>
                <w:szCs w:val="22"/>
              </w:rPr>
              <w:t>SOFTDEV</w:t>
            </w:r>
          </w:p>
        </w:tc>
      </w:tr>
      <w:tr w:rsidR="004B79BD" w:rsidRPr="00074158" w14:paraId="023C3F97" w14:textId="77777777" w:rsidTr="09748007">
        <w:trPr>
          <w:trHeight w:val="284"/>
        </w:trPr>
        <w:tc>
          <w:tcPr>
            <w:tcW w:w="1049" w:type="dxa"/>
          </w:tcPr>
          <w:p w14:paraId="339EEEBD" w14:textId="5BD1855E" w:rsidR="004B79BD" w:rsidRPr="004B79BD" w:rsidRDefault="009C610A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v0.11</w:t>
            </w:r>
          </w:p>
        </w:tc>
        <w:tc>
          <w:tcPr>
            <w:tcW w:w="2122" w:type="dxa"/>
          </w:tcPr>
          <w:p w14:paraId="73399F59" w14:textId="7F97F7AB" w:rsidR="004B79BD" w:rsidRPr="006B1220" w:rsidRDefault="004B6945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Draft by DG TAXUD</w:t>
            </w:r>
          </w:p>
        </w:tc>
        <w:tc>
          <w:tcPr>
            <w:tcW w:w="1678" w:type="dxa"/>
          </w:tcPr>
          <w:p w14:paraId="04A31F9C" w14:textId="0EE08365" w:rsidR="004B79BD" w:rsidRDefault="004B6945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19/</w:t>
            </w:r>
            <w:r w:rsidR="00454BA1">
              <w:rPr>
                <w:rFonts w:asciiTheme="minorHAnsi" w:hAnsiTheme="minorHAnsi" w:cs="Arial"/>
                <w:sz w:val="22"/>
                <w:szCs w:val="22"/>
                <w:lang w:val="en-US"/>
              </w:rPr>
              <w:t>06/2023</w:t>
            </w:r>
          </w:p>
        </w:tc>
        <w:tc>
          <w:tcPr>
            <w:tcW w:w="4756" w:type="dxa"/>
          </w:tcPr>
          <w:p w14:paraId="010043F8" w14:textId="341F525B" w:rsidR="004B79BD" w:rsidRDefault="00454BA1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Comments by DG TAXUD</w:t>
            </w:r>
          </w:p>
        </w:tc>
      </w:tr>
      <w:tr w:rsidR="004B79BD" w:rsidRPr="00074158" w14:paraId="39E61193" w14:textId="77777777" w:rsidTr="09748007">
        <w:trPr>
          <w:trHeight w:val="284"/>
        </w:trPr>
        <w:tc>
          <w:tcPr>
            <w:tcW w:w="1049" w:type="dxa"/>
          </w:tcPr>
          <w:p w14:paraId="389C9321" w14:textId="27274AEF" w:rsidR="004B79BD" w:rsidRPr="006B1220" w:rsidRDefault="009C610A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v0.12</w:t>
            </w:r>
          </w:p>
        </w:tc>
        <w:tc>
          <w:tcPr>
            <w:tcW w:w="2122" w:type="dxa"/>
          </w:tcPr>
          <w:p w14:paraId="69C51E12" w14:textId="3D5BD322" w:rsidR="004B79BD" w:rsidRPr="006B1220" w:rsidRDefault="004B79BD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4A1F8483" w14:textId="766D9914" w:rsidR="004B79BD" w:rsidRDefault="002B6DA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26/06/2023</w:t>
            </w:r>
          </w:p>
        </w:tc>
        <w:tc>
          <w:tcPr>
            <w:tcW w:w="4756" w:type="dxa"/>
          </w:tcPr>
          <w:p w14:paraId="362B659D" w14:textId="60887F78" w:rsidR="004B79BD" w:rsidRDefault="0071335A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Implement comments provided by DG TAXUD</w:t>
            </w:r>
          </w:p>
        </w:tc>
      </w:tr>
      <w:tr w:rsidR="0069277F" w:rsidRPr="00074158" w14:paraId="5F35C551" w14:textId="77777777" w:rsidTr="09748007">
        <w:trPr>
          <w:trHeight w:val="284"/>
        </w:trPr>
        <w:tc>
          <w:tcPr>
            <w:tcW w:w="1049" w:type="dxa"/>
          </w:tcPr>
          <w:p w14:paraId="059B0E42" w14:textId="397EAAB7" w:rsidR="0069277F" w:rsidRDefault="0069277F" w:rsidP="0069277F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v0.20</w:t>
            </w:r>
          </w:p>
        </w:tc>
        <w:tc>
          <w:tcPr>
            <w:tcW w:w="2122" w:type="dxa"/>
          </w:tcPr>
          <w:p w14:paraId="287EA403" w14:textId="1C7D4310" w:rsidR="0069277F" w:rsidRPr="006B1220" w:rsidRDefault="0069277F" w:rsidP="0069277F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DG TAXUD</w:t>
            </w:r>
          </w:p>
        </w:tc>
        <w:tc>
          <w:tcPr>
            <w:tcW w:w="1678" w:type="dxa"/>
          </w:tcPr>
          <w:p w14:paraId="1D66DD1C" w14:textId="55498291" w:rsidR="0069277F" w:rsidRDefault="0069277F" w:rsidP="0069277F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27/06/2023</w:t>
            </w:r>
          </w:p>
        </w:tc>
        <w:tc>
          <w:tcPr>
            <w:tcW w:w="4756" w:type="dxa"/>
          </w:tcPr>
          <w:p w14:paraId="0E3D42BB" w14:textId="7907C377" w:rsidR="0069277F" w:rsidRDefault="00F6539A" w:rsidP="0069277F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283B86">
              <w:rPr>
                <w:rFonts w:asciiTheme="minorHAnsi" w:hAnsiTheme="minorHAnsi" w:cs="Arial"/>
                <w:sz w:val="22"/>
                <w:szCs w:val="22"/>
              </w:rPr>
              <w:t xml:space="preserve">SfR </w:t>
            </w: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Pr="00283B86">
              <w:rPr>
                <w:rFonts w:asciiTheme="minorHAnsi" w:hAnsiTheme="minorHAnsi" w:cs="Arial"/>
                <w:sz w:val="22"/>
                <w:szCs w:val="22"/>
              </w:rPr>
              <w:t xml:space="preserve">ubmission. </w:t>
            </w:r>
            <w:r w:rsidRPr="00F3400A">
              <w:rPr>
                <w:rFonts w:asciiTheme="minorHAnsi" w:hAnsiTheme="minorHAnsi" w:cstheme="minorHAnsi"/>
                <w:sz w:val="22"/>
                <w:szCs w:val="22"/>
              </w:rPr>
              <w:t>Implementing additional comments received by DG TAXUD IT.</w:t>
            </w:r>
          </w:p>
        </w:tc>
      </w:tr>
      <w:tr w:rsidR="0011615F" w:rsidRPr="00074158" w14:paraId="434B6691" w14:textId="77777777" w:rsidTr="09748007">
        <w:trPr>
          <w:trHeight w:val="284"/>
        </w:trPr>
        <w:tc>
          <w:tcPr>
            <w:tcW w:w="1049" w:type="dxa"/>
          </w:tcPr>
          <w:p w14:paraId="7AA20277" w14:textId="67E38E50" w:rsidR="0011615F" w:rsidRPr="007A72BE" w:rsidRDefault="0011615F" w:rsidP="0069277F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915739">
              <w:rPr>
                <w:rFonts w:asciiTheme="minorHAnsi" w:hAnsiTheme="minorHAnsi" w:cs="Arial"/>
                <w:sz w:val="22"/>
                <w:szCs w:val="22"/>
                <w:lang w:val="el-GR"/>
              </w:rPr>
              <w:t>30</w:t>
            </w:r>
          </w:p>
        </w:tc>
        <w:tc>
          <w:tcPr>
            <w:tcW w:w="2122" w:type="dxa"/>
          </w:tcPr>
          <w:p w14:paraId="34458219" w14:textId="376B2272" w:rsidR="0011615F" w:rsidRDefault="00332945" w:rsidP="0069277F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</w:t>
            </w:r>
            <w:r w:rsidR="00405467">
              <w:rPr>
                <w:rFonts w:asciiTheme="minorHAnsi" w:hAnsiTheme="minorHAnsi" w:cs="Arial"/>
                <w:sz w:val="22"/>
                <w:szCs w:val="22"/>
              </w:rPr>
              <w:t>e-SfR to DG TAXUD</w:t>
            </w:r>
          </w:p>
        </w:tc>
        <w:tc>
          <w:tcPr>
            <w:tcW w:w="1678" w:type="dxa"/>
          </w:tcPr>
          <w:p w14:paraId="699CBE17" w14:textId="49B81B03" w:rsidR="0011615F" w:rsidRDefault="0011615F" w:rsidP="0069277F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29/06/2023</w:t>
            </w:r>
          </w:p>
        </w:tc>
        <w:tc>
          <w:tcPr>
            <w:tcW w:w="4756" w:type="dxa"/>
          </w:tcPr>
          <w:p w14:paraId="3D355D5C" w14:textId="1AC471C9" w:rsidR="0011615F" w:rsidRPr="00283B86" w:rsidRDefault="00EE5E3F" w:rsidP="0069277F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</w:t>
            </w:r>
            <w:r w:rsidR="0011615F">
              <w:rPr>
                <w:rFonts w:asciiTheme="minorHAnsi" w:hAnsiTheme="minorHAnsi" w:cs="Arial"/>
                <w:sz w:val="22"/>
                <w:szCs w:val="22"/>
              </w:rPr>
              <w:t>e-SfR</w:t>
            </w:r>
            <w:r w:rsidR="00405467">
              <w:rPr>
                <w:rFonts w:asciiTheme="minorHAnsi" w:hAnsiTheme="minorHAnsi" w:cs="Arial"/>
                <w:sz w:val="22"/>
                <w:szCs w:val="22"/>
              </w:rPr>
              <w:t xml:space="preserve"> submission</w:t>
            </w:r>
            <w:r w:rsidR="0020686F" w:rsidRPr="005941B1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 w:rsidR="0020686F">
              <w:rPr>
                <w:rFonts w:asciiTheme="minorHAnsi" w:hAnsiTheme="minorHAnsi" w:cs="Arial"/>
                <w:sz w:val="22"/>
                <w:szCs w:val="22"/>
                <w:lang w:val="en-US"/>
              </w:rPr>
              <w:t>with the ri</w:t>
            </w:r>
            <w:r w:rsidR="00D968E7">
              <w:rPr>
                <w:rFonts w:asciiTheme="minorHAnsi" w:hAnsiTheme="minorHAnsi" w:cs="Arial"/>
                <w:sz w:val="22"/>
                <w:szCs w:val="22"/>
                <w:lang w:val="en-US"/>
              </w:rPr>
              <w:t>ght version that</w:t>
            </w:r>
            <w:r w:rsidR="00D968E7">
              <w:rPr>
                <w:rFonts w:asciiTheme="minorHAnsi" w:hAnsiTheme="minorHAnsi" w:cstheme="minorHAnsi"/>
                <w:sz w:val="22"/>
                <w:szCs w:val="22"/>
              </w:rPr>
              <w:t xml:space="preserve"> im</w:t>
            </w:r>
            <w:r w:rsidR="00405467" w:rsidRPr="00F3400A">
              <w:rPr>
                <w:rFonts w:asciiTheme="minorHAnsi" w:hAnsiTheme="minorHAnsi" w:cstheme="minorHAnsi"/>
                <w:sz w:val="22"/>
                <w:szCs w:val="22"/>
              </w:rPr>
              <w:t>plement</w:t>
            </w:r>
            <w:r w:rsidR="00D968E7">
              <w:rPr>
                <w:rFonts w:asciiTheme="minorHAnsi" w:hAnsiTheme="minorHAnsi" w:cstheme="minorHAnsi"/>
                <w:sz w:val="22"/>
                <w:szCs w:val="22"/>
              </w:rPr>
              <w:t>s the recent</w:t>
            </w:r>
            <w:r w:rsidR="00405467" w:rsidRPr="00F340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E4D47">
              <w:rPr>
                <w:rFonts w:asciiTheme="minorHAnsi" w:hAnsiTheme="minorHAnsi" w:cstheme="minorHAnsi"/>
                <w:sz w:val="22"/>
                <w:szCs w:val="22"/>
              </w:rPr>
              <w:t>feedback already</w:t>
            </w:r>
            <w:r w:rsidR="00AE4D47" w:rsidRPr="00F340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05467" w:rsidRPr="00F3400A">
              <w:rPr>
                <w:rFonts w:asciiTheme="minorHAnsi" w:hAnsiTheme="minorHAnsi" w:cstheme="minorHAnsi"/>
                <w:sz w:val="22"/>
                <w:szCs w:val="22"/>
              </w:rPr>
              <w:t>received by DG TAXUD</w:t>
            </w:r>
          </w:p>
        </w:tc>
      </w:tr>
      <w:tr w:rsidR="00AE4D47" w:rsidRPr="00074158" w14:paraId="3A92269E" w14:textId="77777777" w:rsidTr="09748007">
        <w:trPr>
          <w:trHeight w:val="284"/>
        </w:trPr>
        <w:tc>
          <w:tcPr>
            <w:tcW w:w="1049" w:type="dxa"/>
          </w:tcPr>
          <w:p w14:paraId="653CC24D" w14:textId="55FD4FD3" w:rsidR="00AE4D47" w:rsidRDefault="00212DEE" w:rsidP="0069277F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66F6F7A9" w14:textId="770678BC" w:rsidR="00AE4D47" w:rsidRDefault="00212DEE" w:rsidP="0069277F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DG TAXUD</w:t>
            </w:r>
          </w:p>
        </w:tc>
        <w:tc>
          <w:tcPr>
            <w:tcW w:w="1678" w:type="dxa"/>
          </w:tcPr>
          <w:p w14:paraId="2B87F99E" w14:textId="74065173" w:rsidR="00AE4D47" w:rsidRDefault="00064783" w:rsidP="0069277F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1</w:t>
            </w:r>
            <w:r w:rsidR="001B551E">
              <w:rPr>
                <w:rFonts w:asciiTheme="minorHAnsi" w:hAnsiTheme="minorHAnsi" w:cs="Arial"/>
                <w:sz w:val="22"/>
                <w:szCs w:val="22"/>
                <w:lang w:val="en-US"/>
              </w:rPr>
              <w:t>8</w:t>
            </w:r>
            <w:r w:rsidR="00212DEE">
              <w:rPr>
                <w:rFonts w:asciiTheme="minorHAnsi" w:hAnsiTheme="minorHAnsi" w:cs="Arial"/>
                <w:sz w:val="22"/>
                <w:szCs w:val="22"/>
                <w:lang w:val="en-US"/>
              </w:rPr>
              <w:t>/0</w:t>
            </w:r>
            <w:r w:rsidR="003116CF">
              <w:rPr>
                <w:rFonts w:asciiTheme="minorHAnsi" w:hAnsiTheme="minorHAnsi" w:cs="Arial"/>
                <w:sz w:val="22"/>
                <w:szCs w:val="22"/>
                <w:lang w:val="en-US"/>
              </w:rPr>
              <w:t>7</w:t>
            </w:r>
            <w:r w:rsidR="00212DEE">
              <w:rPr>
                <w:rFonts w:asciiTheme="minorHAnsi" w:hAnsiTheme="minorHAnsi" w:cs="Arial"/>
                <w:sz w:val="22"/>
                <w:szCs w:val="22"/>
                <w:lang w:val="en-US"/>
              </w:rPr>
              <w:t>/2023</w:t>
            </w:r>
          </w:p>
        </w:tc>
        <w:tc>
          <w:tcPr>
            <w:tcW w:w="4756" w:type="dxa"/>
          </w:tcPr>
          <w:p w14:paraId="1A7FF978" w14:textId="2431C06D" w:rsidR="00AE4D47" w:rsidRDefault="004C7D42" w:rsidP="0069277F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SfA submission. </w:t>
            </w:r>
            <w:r w:rsidRPr="00F3400A">
              <w:rPr>
                <w:rFonts w:asciiTheme="minorHAnsi" w:hAnsiTheme="minorHAnsi" w:cstheme="minorHAnsi"/>
                <w:sz w:val="22"/>
                <w:szCs w:val="22"/>
              </w:rPr>
              <w:t>Implementing additional comments received by DG TAXUD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5EFC6A36" w14:textId="77777777" w:rsidR="008E5D8A" w:rsidRPr="00074158" w:rsidRDefault="008E5D8A" w:rsidP="008E5D8A">
      <w:pPr>
        <w:rPr>
          <w:rFonts w:asciiTheme="minorHAnsi" w:hAnsiTheme="minorHAnsi" w:cs="Calibri"/>
        </w:rPr>
      </w:pPr>
    </w:p>
    <w:sectPr w:rsidR="008E5D8A" w:rsidRPr="00074158" w:rsidSect="003E0CF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5D5D4" w14:textId="77777777" w:rsidR="004B7341" w:rsidRDefault="004B7341" w:rsidP="004D5D73">
      <w:r>
        <w:separator/>
      </w:r>
    </w:p>
  </w:endnote>
  <w:endnote w:type="continuationSeparator" w:id="0">
    <w:p w14:paraId="2D4521E8" w14:textId="77777777" w:rsidR="004B7341" w:rsidRDefault="004B7341" w:rsidP="004D5D73">
      <w:r>
        <w:continuationSeparator/>
      </w:r>
    </w:p>
  </w:endnote>
  <w:endnote w:type="continuationNotice" w:id="1">
    <w:p w14:paraId="4053477C" w14:textId="77777777" w:rsidR="004B7341" w:rsidRDefault="004B7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435C2" w14:textId="77777777" w:rsidR="001B551E" w:rsidRDefault="001B55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1"/>
      <w:gridCol w:w="1453"/>
    </w:tblGrid>
    <w:tr w:rsidR="00DB637F" w:rsidRPr="00C80B22" w14:paraId="0253C7CC" w14:textId="77777777" w:rsidTr="00C80B22">
      <w:tc>
        <w:tcPr>
          <w:tcW w:w="8188" w:type="dxa"/>
        </w:tcPr>
        <w:p w14:paraId="725FBF4A" w14:textId="4A957B8F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845F00">
            <w:rPr>
              <w:rFonts w:ascii="Arial" w:hAnsi="Arial" w:cs="Arial"/>
              <w:noProof/>
              <w:sz w:val="18"/>
              <w:szCs w:val="22"/>
              <w:lang w:eastAsia="en-US"/>
            </w:rPr>
            <w:t>RFC_AES_</w:t>
          </w:r>
          <w:r w:rsidR="00845F00" w:rsidRPr="00845F00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0152</w:t>
          </w:r>
          <w:r w:rsidR="00845F00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845F00" w:rsidRPr="00845F00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NCTS-P5</w:t>
          </w:r>
          <w:r w:rsidR="00845F00">
            <w:rPr>
              <w:rFonts w:ascii="Arial" w:hAnsi="Arial" w:cs="Arial"/>
              <w:noProof/>
              <w:sz w:val="18"/>
              <w:szCs w:val="22"/>
              <w:lang w:eastAsia="en-US"/>
            </w:rPr>
            <w:t>_0225_NCTS-P6_0034_IAR-UCCAES2298-UCCNCTS3770-UCCNCTSP6-66-v1.00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27" w:name="_Ref175030069"/>
          <w:bookmarkStart w:id="28" w:name="_Toc176256264"/>
          <w:bookmarkStart w:id="29" w:name="_Toc268771938"/>
          <w:bookmarkStart w:id="30" w:name="_Ref175030083"/>
        </w:p>
      </w:tc>
    </w:tr>
  </w:tbl>
  <w:bookmarkEnd w:id="27"/>
  <w:bookmarkEnd w:id="28"/>
  <w:bookmarkEnd w:id="29"/>
  <w:bookmarkEnd w:id="30"/>
  <w:p w14:paraId="6324965A" w14:textId="15D2679C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2DED1938" w14:textId="77777777" w:rsidTr="00983563">
      <w:tc>
        <w:tcPr>
          <w:tcW w:w="7899" w:type="dxa"/>
        </w:tcPr>
        <w:p w14:paraId="71EC7701" w14:textId="75B96F30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2A3AE" w14:textId="77777777" w:rsidR="004B7341" w:rsidRDefault="004B7341" w:rsidP="004D5D73">
      <w:r>
        <w:separator/>
      </w:r>
    </w:p>
  </w:footnote>
  <w:footnote w:type="continuationSeparator" w:id="0">
    <w:p w14:paraId="009090E6" w14:textId="77777777" w:rsidR="004B7341" w:rsidRDefault="004B7341" w:rsidP="004D5D73">
      <w:r>
        <w:continuationSeparator/>
      </w:r>
    </w:p>
  </w:footnote>
  <w:footnote w:type="continuationNotice" w:id="1">
    <w:p w14:paraId="15FF439E" w14:textId="77777777" w:rsidR="004B7341" w:rsidRDefault="004B73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C8DFB" w14:textId="6F245F96" w:rsidR="001B551E" w:rsidRDefault="00000000">
    <w:pPr>
      <w:pStyle w:val="Header"/>
    </w:pPr>
    <w:r>
      <w:rPr>
        <w:noProof/>
      </w:rPr>
      <w:pict w14:anchorId="092BC4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3628954" o:spid="_x0000_s1026" type="#_x0000_t136" style="position:absolute;margin-left:0;margin-top:0;width:818.4pt;height:112.2pt;rotation:315;z-index:-251655168;mso-position-horizontal:center;mso-position-horizontal-relative:margin;mso-position-vertical:center;mso-position-vertical-relative:margin" o:allowincell="f" fillcolor="#860c00" stroked="f">
          <v:fill opacity=".5"/>
          <v:textpath style="font-family:&quot;HGPGothicE&quot;;font-size:100pt" string="RFC-List .39 (SfA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5A383F7A" w:rsidR="00DB637F" w:rsidRDefault="00000000" w:rsidP="00C80B22">
    <w:pPr>
      <w:pStyle w:val="Header"/>
      <w:jc w:val="both"/>
    </w:pPr>
    <w:r>
      <w:rPr>
        <w:noProof/>
      </w:rPr>
      <w:pict w14:anchorId="0E68816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3628955" o:spid="_x0000_s1027" type="#_x0000_t136" style="position:absolute;left:0;text-align:left;margin-left:0;margin-top:0;width:818.4pt;height:112.2pt;rotation:315;z-index:-251653120;mso-position-horizontal:center;mso-position-horizontal-relative:margin;mso-position-vertical:center;mso-position-vertical-relative:margin" o:allowincell="f" fillcolor="#860c00" stroked="f">
          <v:fill opacity=".5"/>
          <v:textpath style="font-family:&quot;HGPGothicE&quot;;font-size:100pt" string="RFC-List .39 (SfA)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023458BF" w:rsidR="00DB637F" w:rsidRPr="00C80B22" w:rsidRDefault="00000000" w:rsidP="00871EB2">
    <w:pPr>
      <w:pStyle w:val="Header"/>
    </w:pPr>
    <w:r>
      <w:rPr>
        <w:noProof/>
      </w:rPr>
      <w:pict w14:anchorId="4627DC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3628953" o:spid="_x0000_s1025" type="#_x0000_t136" style="position:absolute;margin-left:0;margin-top:0;width:818.4pt;height:112.2pt;rotation:315;z-index:-251657216;mso-position-horizontal:center;mso-position-horizontal-relative:margin;mso-position-vertical:center;mso-position-vertical-relative:margin" o:allowincell="f" fillcolor="#860c00" stroked="f">
          <v:fill opacity=".5"/>
          <v:textpath style="font-family:&quot;HGPGothicE&quot;;font-size:100pt" string="RFC-List .39 (SfA)"/>
          <w10:wrap anchorx="margin" anchory="margin"/>
        </v:shape>
      </w:pict>
    </w:r>
    <w:r w:rsidR="00DB637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43D7A"/>
    <w:multiLevelType w:val="hybridMultilevel"/>
    <w:tmpl w:val="80F003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FF1656"/>
    <w:multiLevelType w:val="hybridMultilevel"/>
    <w:tmpl w:val="4EA6A3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E0B36"/>
    <w:multiLevelType w:val="hybridMultilevel"/>
    <w:tmpl w:val="84F2B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66E66E2"/>
    <w:multiLevelType w:val="hybridMultilevel"/>
    <w:tmpl w:val="88325C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CC0033"/>
    <w:multiLevelType w:val="hybridMultilevel"/>
    <w:tmpl w:val="60F2B4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5494E0B"/>
    <w:multiLevelType w:val="multilevel"/>
    <w:tmpl w:val="A956C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54C25EF"/>
    <w:multiLevelType w:val="hybridMultilevel"/>
    <w:tmpl w:val="4E6CF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F61E5C"/>
    <w:multiLevelType w:val="hybridMultilevel"/>
    <w:tmpl w:val="D3E8E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3B156C"/>
    <w:multiLevelType w:val="hybridMultilevel"/>
    <w:tmpl w:val="E9504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1D272D"/>
    <w:multiLevelType w:val="hybridMultilevel"/>
    <w:tmpl w:val="AAE21E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B97155"/>
    <w:multiLevelType w:val="multilevel"/>
    <w:tmpl w:val="1CE00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FA36A9"/>
    <w:multiLevelType w:val="multilevel"/>
    <w:tmpl w:val="1F1AA0F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35579B6"/>
    <w:multiLevelType w:val="multilevel"/>
    <w:tmpl w:val="3A74D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2A7E8C"/>
    <w:multiLevelType w:val="hybridMultilevel"/>
    <w:tmpl w:val="DA70B5A8"/>
    <w:lvl w:ilvl="0" w:tplc="61A44C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87162"/>
    <w:multiLevelType w:val="hybridMultilevel"/>
    <w:tmpl w:val="293C606C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45D6391"/>
    <w:multiLevelType w:val="hybridMultilevel"/>
    <w:tmpl w:val="32DCB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978AF"/>
    <w:multiLevelType w:val="hybridMultilevel"/>
    <w:tmpl w:val="5EA696DA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79606557">
    <w:abstractNumId w:val="2"/>
  </w:num>
  <w:num w:numId="2" w16cid:durableId="1012487792">
    <w:abstractNumId w:val="17"/>
  </w:num>
  <w:num w:numId="3" w16cid:durableId="2141922366">
    <w:abstractNumId w:val="11"/>
  </w:num>
  <w:num w:numId="4" w16cid:durableId="830174552">
    <w:abstractNumId w:val="0"/>
  </w:num>
  <w:num w:numId="5" w16cid:durableId="476723226">
    <w:abstractNumId w:val="16"/>
  </w:num>
  <w:num w:numId="6" w16cid:durableId="2023125805">
    <w:abstractNumId w:val="7"/>
  </w:num>
  <w:num w:numId="7" w16cid:durableId="1315062247">
    <w:abstractNumId w:val="1"/>
  </w:num>
  <w:num w:numId="8" w16cid:durableId="1978339836">
    <w:abstractNumId w:val="3"/>
  </w:num>
  <w:num w:numId="9" w16cid:durableId="560287183">
    <w:abstractNumId w:val="10"/>
  </w:num>
  <w:num w:numId="10" w16cid:durableId="1854419639">
    <w:abstractNumId w:val="5"/>
  </w:num>
  <w:num w:numId="11" w16cid:durableId="1838956969">
    <w:abstractNumId w:val="9"/>
  </w:num>
  <w:num w:numId="12" w16cid:durableId="1825852294">
    <w:abstractNumId w:val="8"/>
  </w:num>
  <w:num w:numId="13" w16cid:durableId="629629920">
    <w:abstractNumId w:val="4"/>
  </w:num>
  <w:num w:numId="14" w16cid:durableId="1096827461">
    <w:abstractNumId w:val="14"/>
  </w:num>
  <w:num w:numId="15" w16cid:durableId="1053043675">
    <w:abstractNumId w:val="13"/>
  </w:num>
  <w:num w:numId="16" w16cid:durableId="1317680855">
    <w:abstractNumId w:val="6"/>
  </w:num>
  <w:num w:numId="17" w16cid:durableId="647826343">
    <w:abstractNumId w:val="15"/>
  </w:num>
  <w:num w:numId="18" w16cid:durableId="1001809672">
    <w:abstractNumId w:val="12"/>
  </w:num>
  <w:num w:numId="19" w16cid:durableId="2046906676">
    <w:abstractNumId w:val="12"/>
  </w:num>
  <w:num w:numId="20" w16cid:durableId="376779297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3FD"/>
    <w:rsid w:val="00004E4A"/>
    <w:rsid w:val="00005180"/>
    <w:rsid w:val="00005DF0"/>
    <w:rsid w:val="000108AF"/>
    <w:rsid w:val="000133C5"/>
    <w:rsid w:val="00014658"/>
    <w:rsid w:val="00015C08"/>
    <w:rsid w:val="00016623"/>
    <w:rsid w:val="00017783"/>
    <w:rsid w:val="000214B7"/>
    <w:rsid w:val="00030779"/>
    <w:rsid w:val="000328CF"/>
    <w:rsid w:val="00034530"/>
    <w:rsid w:val="0003486D"/>
    <w:rsid w:val="00035A5A"/>
    <w:rsid w:val="0003657A"/>
    <w:rsid w:val="00040664"/>
    <w:rsid w:val="00041C6D"/>
    <w:rsid w:val="000430CD"/>
    <w:rsid w:val="000433B1"/>
    <w:rsid w:val="0004348E"/>
    <w:rsid w:val="00043692"/>
    <w:rsid w:val="000439C2"/>
    <w:rsid w:val="00043A15"/>
    <w:rsid w:val="000440A7"/>
    <w:rsid w:val="00045286"/>
    <w:rsid w:val="000469A9"/>
    <w:rsid w:val="0004792F"/>
    <w:rsid w:val="00051389"/>
    <w:rsid w:val="0005157A"/>
    <w:rsid w:val="00051EC3"/>
    <w:rsid w:val="000525B1"/>
    <w:rsid w:val="00054836"/>
    <w:rsid w:val="00055B1D"/>
    <w:rsid w:val="0005674B"/>
    <w:rsid w:val="00056942"/>
    <w:rsid w:val="0005709F"/>
    <w:rsid w:val="00057E8A"/>
    <w:rsid w:val="00060CCF"/>
    <w:rsid w:val="00061A20"/>
    <w:rsid w:val="00061B7C"/>
    <w:rsid w:val="0006231B"/>
    <w:rsid w:val="00063288"/>
    <w:rsid w:val="00064783"/>
    <w:rsid w:val="00064B29"/>
    <w:rsid w:val="00064D4D"/>
    <w:rsid w:val="000655BA"/>
    <w:rsid w:val="00066660"/>
    <w:rsid w:val="00067545"/>
    <w:rsid w:val="000710B2"/>
    <w:rsid w:val="00071450"/>
    <w:rsid w:val="000716C3"/>
    <w:rsid w:val="00071F03"/>
    <w:rsid w:val="00073076"/>
    <w:rsid w:val="000730C8"/>
    <w:rsid w:val="00073AFB"/>
    <w:rsid w:val="00073D90"/>
    <w:rsid w:val="00074158"/>
    <w:rsid w:val="00080023"/>
    <w:rsid w:val="00080CD4"/>
    <w:rsid w:val="00083C08"/>
    <w:rsid w:val="00083F19"/>
    <w:rsid w:val="000847F4"/>
    <w:rsid w:val="00085EDE"/>
    <w:rsid w:val="0008661E"/>
    <w:rsid w:val="0008725E"/>
    <w:rsid w:val="000900D6"/>
    <w:rsid w:val="00091D4F"/>
    <w:rsid w:val="0009263C"/>
    <w:rsid w:val="0009271D"/>
    <w:rsid w:val="000946A7"/>
    <w:rsid w:val="00097175"/>
    <w:rsid w:val="0009726D"/>
    <w:rsid w:val="0009779D"/>
    <w:rsid w:val="000A189E"/>
    <w:rsid w:val="000A443E"/>
    <w:rsid w:val="000A4BA4"/>
    <w:rsid w:val="000A4F68"/>
    <w:rsid w:val="000A79C2"/>
    <w:rsid w:val="000B0F4B"/>
    <w:rsid w:val="000B22A3"/>
    <w:rsid w:val="000B3056"/>
    <w:rsid w:val="000B4054"/>
    <w:rsid w:val="000B43C2"/>
    <w:rsid w:val="000B594D"/>
    <w:rsid w:val="000B5B18"/>
    <w:rsid w:val="000B6770"/>
    <w:rsid w:val="000B6E3A"/>
    <w:rsid w:val="000B7270"/>
    <w:rsid w:val="000B74FA"/>
    <w:rsid w:val="000B767D"/>
    <w:rsid w:val="000C0175"/>
    <w:rsid w:val="000C0CDF"/>
    <w:rsid w:val="000C157C"/>
    <w:rsid w:val="000C5B11"/>
    <w:rsid w:val="000C716D"/>
    <w:rsid w:val="000C76F4"/>
    <w:rsid w:val="000D140D"/>
    <w:rsid w:val="000D2B44"/>
    <w:rsid w:val="000D5F6A"/>
    <w:rsid w:val="000D6CCE"/>
    <w:rsid w:val="000D78E2"/>
    <w:rsid w:val="000D7BA8"/>
    <w:rsid w:val="000D7E3D"/>
    <w:rsid w:val="000E08C6"/>
    <w:rsid w:val="000E0DA8"/>
    <w:rsid w:val="000E0EA7"/>
    <w:rsid w:val="000E11A3"/>
    <w:rsid w:val="000E220D"/>
    <w:rsid w:val="000E27F7"/>
    <w:rsid w:val="000E7459"/>
    <w:rsid w:val="000F0304"/>
    <w:rsid w:val="000F1E27"/>
    <w:rsid w:val="000F2197"/>
    <w:rsid w:val="000F2673"/>
    <w:rsid w:val="000F3069"/>
    <w:rsid w:val="000F3303"/>
    <w:rsid w:val="000F58D2"/>
    <w:rsid w:val="001002BF"/>
    <w:rsid w:val="0010291D"/>
    <w:rsid w:val="001033F8"/>
    <w:rsid w:val="001056BE"/>
    <w:rsid w:val="0010717B"/>
    <w:rsid w:val="00107447"/>
    <w:rsid w:val="001076B7"/>
    <w:rsid w:val="00107A4B"/>
    <w:rsid w:val="00107C65"/>
    <w:rsid w:val="00107E69"/>
    <w:rsid w:val="001108FD"/>
    <w:rsid w:val="0011094D"/>
    <w:rsid w:val="001122D5"/>
    <w:rsid w:val="00115CB5"/>
    <w:rsid w:val="0011615F"/>
    <w:rsid w:val="00116D54"/>
    <w:rsid w:val="0011712C"/>
    <w:rsid w:val="00117416"/>
    <w:rsid w:val="00120130"/>
    <w:rsid w:val="00121543"/>
    <w:rsid w:val="00122521"/>
    <w:rsid w:val="001249FA"/>
    <w:rsid w:val="00124F73"/>
    <w:rsid w:val="00126EFF"/>
    <w:rsid w:val="00127134"/>
    <w:rsid w:val="0012740D"/>
    <w:rsid w:val="00130617"/>
    <w:rsid w:val="00131407"/>
    <w:rsid w:val="00131CEE"/>
    <w:rsid w:val="00133C4B"/>
    <w:rsid w:val="00134ED5"/>
    <w:rsid w:val="0013598A"/>
    <w:rsid w:val="001365AA"/>
    <w:rsid w:val="0013661B"/>
    <w:rsid w:val="00140DDF"/>
    <w:rsid w:val="001410EF"/>
    <w:rsid w:val="0014394A"/>
    <w:rsid w:val="00145FB8"/>
    <w:rsid w:val="00150F43"/>
    <w:rsid w:val="001533BA"/>
    <w:rsid w:val="0015379E"/>
    <w:rsid w:val="001543E5"/>
    <w:rsid w:val="00155161"/>
    <w:rsid w:val="001568BC"/>
    <w:rsid w:val="00156929"/>
    <w:rsid w:val="0015720D"/>
    <w:rsid w:val="00160190"/>
    <w:rsid w:val="00160582"/>
    <w:rsid w:val="00160737"/>
    <w:rsid w:val="00162A61"/>
    <w:rsid w:val="0016301D"/>
    <w:rsid w:val="00163EE7"/>
    <w:rsid w:val="00163F32"/>
    <w:rsid w:val="00164279"/>
    <w:rsid w:val="00164B97"/>
    <w:rsid w:val="00164E27"/>
    <w:rsid w:val="00166176"/>
    <w:rsid w:val="001669C5"/>
    <w:rsid w:val="001719FD"/>
    <w:rsid w:val="001727A2"/>
    <w:rsid w:val="00174123"/>
    <w:rsid w:val="00174E60"/>
    <w:rsid w:val="00180F9A"/>
    <w:rsid w:val="00181E6C"/>
    <w:rsid w:val="001824DE"/>
    <w:rsid w:val="00182755"/>
    <w:rsid w:val="0018693F"/>
    <w:rsid w:val="00191E1A"/>
    <w:rsid w:val="00192069"/>
    <w:rsid w:val="00192EDE"/>
    <w:rsid w:val="00193CF5"/>
    <w:rsid w:val="0019432D"/>
    <w:rsid w:val="00194773"/>
    <w:rsid w:val="00194823"/>
    <w:rsid w:val="0019490C"/>
    <w:rsid w:val="0019524D"/>
    <w:rsid w:val="0019600E"/>
    <w:rsid w:val="00196023"/>
    <w:rsid w:val="00196800"/>
    <w:rsid w:val="00197C41"/>
    <w:rsid w:val="001A2885"/>
    <w:rsid w:val="001A2E9A"/>
    <w:rsid w:val="001A303D"/>
    <w:rsid w:val="001A4B97"/>
    <w:rsid w:val="001A638B"/>
    <w:rsid w:val="001A6CC6"/>
    <w:rsid w:val="001A6CFE"/>
    <w:rsid w:val="001A7DAD"/>
    <w:rsid w:val="001A7E5E"/>
    <w:rsid w:val="001B08C7"/>
    <w:rsid w:val="001B551E"/>
    <w:rsid w:val="001B586B"/>
    <w:rsid w:val="001B5A93"/>
    <w:rsid w:val="001B67B4"/>
    <w:rsid w:val="001B6A34"/>
    <w:rsid w:val="001B6C1D"/>
    <w:rsid w:val="001C0817"/>
    <w:rsid w:val="001C15FE"/>
    <w:rsid w:val="001C2E11"/>
    <w:rsid w:val="001C3A5E"/>
    <w:rsid w:val="001C4723"/>
    <w:rsid w:val="001D0C88"/>
    <w:rsid w:val="001D177B"/>
    <w:rsid w:val="001D2F43"/>
    <w:rsid w:val="001D317F"/>
    <w:rsid w:val="001D425F"/>
    <w:rsid w:val="001D74D3"/>
    <w:rsid w:val="001E0497"/>
    <w:rsid w:val="001E1272"/>
    <w:rsid w:val="001E1DED"/>
    <w:rsid w:val="001E2A55"/>
    <w:rsid w:val="001E4645"/>
    <w:rsid w:val="001F16BA"/>
    <w:rsid w:val="001F1F36"/>
    <w:rsid w:val="001F32C0"/>
    <w:rsid w:val="001F3386"/>
    <w:rsid w:val="001F4091"/>
    <w:rsid w:val="001F5CB1"/>
    <w:rsid w:val="001F5D0E"/>
    <w:rsid w:val="001F6035"/>
    <w:rsid w:val="0020018C"/>
    <w:rsid w:val="002023A2"/>
    <w:rsid w:val="002024FE"/>
    <w:rsid w:val="002025F1"/>
    <w:rsid w:val="002027E8"/>
    <w:rsid w:val="00204B88"/>
    <w:rsid w:val="00204CE7"/>
    <w:rsid w:val="00204E64"/>
    <w:rsid w:val="002056DD"/>
    <w:rsid w:val="002057A6"/>
    <w:rsid w:val="0020589F"/>
    <w:rsid w:val="002060D1"/>
    <w:rsid w:val="0020686F"/>
    <w:rsid w:val="00206DAD"/>
    <w:rsid w:val="00206F7C"/>
    <w:rsid w:val="00207AE8"/>
    <w:rsid w:val="00211A0A"/>
    <w:rsid w:val="00212DEE"/>
    <w:rsid w:val="0021411D"/>
    <w:rsid w:val="002147A2"/>
    <w:rsid w:val="002171F6"/>
    <w:rsid w:val="00220791"/>
    <w:rsid w:val="00222EE6"/>
    <w:rsid w:val="00223622"/>
    <w:rsid w:val="00223FAC"/>
    <w:rsid w:val="00224508"/>
    <w:rsid w:val="002254B7"/>
    <w:rsid w:val="0022706A"/>
    <w:rsid w:val="0022744A"/>
    <w:rsid w:val="00227906"/>
    <w:rsid w:val="00227BB3"/>
    <w:rsid w:val="00231261"/>
    <w:rsid w:val="00233712"/>
    <w:rsid w:val="002337D9"/>
    <w:rsid w:val="0023600F"/>
    <w:rsid w:val="002364BC"/>
    <w:rsid w:val="002379ED"/>
    <w:rsid w:val="002401BB"/>
    <w:rsid w:val="002425D0"/>
    <w:rsid w:val="00242903"/>
    <w:rsid w:val="00243D48"/>
    <w:rsid w:val="002450C7"/>
    <w:rsid w:val="002455AA"/>
    <w:rsid w:val="00251B63"/>
    <w:rsid w:val="00252CFF"/>
    <w:rsid w:val="0025617A"/>
    <w:rsid w:val="00256A26"/>
    <w:rsid w:val="00256C7F"/>
    <w:rsid w:val="00257EED"/>
    <w:rsid w:val="00260D3E"/>
    <w:rsid w:val="00261AFC"/>
    <w:rsid w:val="00262FCF"/>
    <w:rsid w:val="00264199"/>
    <w:rsid w:val="00264DC4"/>
    <w:rsid w:val="00265DBF"/>
    <w:rsid w:val="0026763A"/>
    <w:rsid w:val="002721F4"/>
    <w:rsid w:val="002741A5"/>
    <w:rsid w:val="0027425C"/>
    <w:rsid w:val="00275EC1"/>
    <w:rsid w:val="00277636"/>
    <w:rsid w:val="00277E44"/>
    <w:rsid w:val="002807F0"/>
    <w:rsid w:val="002817A3"/>
    <w:rsid w:val="00281906"/>
    <w:rsid w:val="00282BBB"/>
    <w:rsid w:val="002840B5"/>
    <w:rsid w:val="00284248"/>
    <w:rsid w:val="00284A57"/>
    <w:rsid w:val="00285C1C"/>
    <w:rsid w:val="002903ED"/>
    <w:rsid w:val="0029122C"/>
    <w:rsid w:val="00292592"/>
    <w:rsid w:val="00292C6C"/>
    <w:rsid w:val="00293B38"/>
    <w:rsid w:val="002951E9"/>
    <w:rsid w:val="002959EE"/>
    <w:rsid w:val="00297BF7"/>
    <w:rsid w:val="002A18E6"/>
    <w:rsid w:val="002A1A86"/>
    <w:rsid w:val="002A3BC3"/>
    <w:rsid w:val="002A4909"/>
    <w:rsid w:val="002A6300"/>
    <w:rsid w:val="002A6540"/>
    <w:rsid w:val="002A7DCC"/>
    <w:rsid w:val="002B0187"/>
    <w:rsid w:val="002B052D"/>
    <w:rsid w:val="002B404E"/>
    <w:rsid w:val="002B41B5"/>
    <w:rsid w:val="002B6DA2"/>
    <w:rsid w:val="002B702F"/>
    <w:rsid w:val="002C1234"/>
    <w:rsid w:val="002C1F65"/>
    <w:rsid w:val="002C2274"/>
    <w:rsid w:val="002C2DA2"/>
    <w:rsid w:val="002C4615"/>
    <w:rsid w:val="002C49CF"/>
    <w:rsid w:val="002C70F8"/>
    <w:rsid w:val="002D0A03"/>
    <w:rsid w:val="002D1903"/>
    <w:rsid w:val="002D1964"/>
    <w:rsid w:val="002D1F9D"/>
    <w:rsid w:val="002D2272"/>
    <w:rsid w:val="002D314F"/>
    <w:rsid w:val="002D4EFE"/>
    <w:rsid w:val="002D5731"/>
    <w:rsid w:val="002D6D9F"/>
    <w:rsid w:val="002D7D2C"/>
    <w:rsid w:val="002E0644"/>
    <w:rsid w:val="002E16D5"/>
    <w:rsid w:val="002E3E25"/>
    <w:rsid w:val="002E47A0"/>
    <w:rsid w:val="002E553F"/>
    <w:rsid w:val="002E5C9F"/>
    <w:rsid w:val="002E6BFA"/>
    <w:rsid w:val="002E7296"/>
    <w:rsid w:val="002E76F6"/>
    <w:rsid w:val="002F1C9D"/>
    <w:rsid w:val="002F4920"/>
    <w:rsid w:val="002F6323"/>
    <w:rsid w:val="002F6E78"/>
    <w:rsid w:val="00301D83"/>
    <w:rsid w:val="0030322B"/>
    <w:rsid w:val="00304CD1"/>
    <w:rsid w:val="003116CF"/>
    <w:rsid w:val="003126FF"/>
    <w:rsid w:val="003150E5"/>
    <w:rsid w:val="003158B0"/>
    <w:rsid w:val="0032091C"/>
    <w:rsid w:val="00320BF7"/>
    <w:rsid w:val="0032162E"/>
    <w:rsid w:val="00322297"/>
    <w:rsid w:val="0032259B"/>
    <w:rsid w:val="00324D89"/>
    <w:rsid w:val="00325C31"/>
    <w:rsid w:val="00325DDC"/>
    <w:rsid w:val="00327823"/>
    <w:rsid w:val="00332004"/>
    <w:rsid w:val="00332945"/>
    <w:rsid w:val="0033449D"/>
    <w:rsid w:val="00334FC1"/>
    <w:rsid w:val="00335826"/>
    <w:rsid w:val="0033630D"/>
    <w:rsid w:val="003371B5"/>
    <w:rsid w:val="00341AB9"/>
    <w:rsid w:val="0034218F"/>
    <w:rsid w:val="00342DAD"/>
    <w:rsid w:val="00343335"/>
    <w:rsid w:val="0034460E"/>
    <w:rsid w:val="00345608"/>
    <w:rsid w:val="00345957"/>
    <w:rsid w:val="00350CA8"/>
    <w:rsid w:val="0035108A"/>
    <w:rsid w:val="00351DB1"/>
    <w:rsid w:val="00352F46"/>
    <w:rsid w:val="003552E2"/>
    <w:rsid w:val="00357799"/>
    <w:rsid w:val="00360B9E"/>
    <w:rsid w:val="00361467"/>
    <w:rsid w:val="003643E4"/>
    <w:rsid w:val="00365DAE"/>
    <w:rsid w:val="00370380"/>
    <w:rsid w:val="00370BCD"/>
    <w:rsid w:val="00372597"/>
    <w:rsid w:val="00375C7E"/>
    <w:rsid w:val="00375DAE"/>
    <w:rsid w:val="00376145"/>
    <w:rsid w:val="00377323"/>
    <w:rsid w:val="00384F97"/>
    <w:rsid w:val="0038755C"/>
    <w:rsid w:val="00387EE2"/>
    <w:rsid w:val="00391B02"/>
    <w:rsid w:val="003939E3"/>
    <w:rsid w:val="00397AF8"/>
    <w:rsid w:val="003A09EB"/>
    <w:rsid w:val="003A15E8"/>
    <w:rsid w:val="003A175B"/>
    <w:rsid w:val="003A2342"/>
    <w:rsid w:val="003A24CA"/>
    <w:rsid w:val="003A570E"/>
    <w:rsid w:val="003A764A"/>
    <w:rsid w:val="003B025B"/>
    <w:rsid w:val="003B142B"/>
    <w:rsid w:val="003B1857"/>
    <w:rsid w:val="003B1947"/>
    <w:rsid w:val="003B2824"/>
    <w:rsid w:val="003B366A"/>
    <w:rsid w:val="003B473F"/>
    <w:rsid w:val="003B4D6F"/>
    <w:rsid w:val="003B5CCF"/>
    <w:rsid w:val="003B7425"/>
    <w:rsid w:val="003C107E"/>
    <w:rsid w:val="003C57B9"/>
    <w:rsid w:val="003C6801"/>
    <w:rsid w:val="003C6DF3"/>
    <w:rsid w:val="003C77AA"/>
    <w:rsid w:val="003D3F8B"/>
    <w:rsid w:val="003D4A7A"/>
    <w:rsid w:val="003D7689"/>
    <w:rsid w:val="003E0853"/>
    <w:rsid w:val="003E09F9"/>
    <w:rsid w:val="003E0CFB"/>
    <w:rsid w:val="003E111A"/>
    <w:rsid w:val="003E4127"/>
    <w:rsid w:val="003E4A39"/>
    <w:rsid w:val="003E59DB"/>
    <w:rsid w:val="003E7757"/>
    <w:rsid w:val="003F03FF"/>
    <w:rsid w:val="003F10F7"/>
    <w:rsid w:val="003F2483"/>
    <w:rsid w:val="003F2B82"/>
    <w:rsid w:val="003F38F8"/>
    <w:rsid w:val="003F44CE"/>
    <w:rsid w:val="003F5C91"/>
    <w:rsid w:val="003F75C4"/>
    <w:rsid w:val="00401DDF"/>
    <w:rsid w:val="00402055"/>
    <w:rsid w:val="00402EDA"/>
    <w:rsid w:val="004052C6"/>
    <w:rsid w:val="00405424"/>
    <w:rsid w:val="00405467"/>
    <w:rsid w:val="0040574C"/>
    <w:rsid w:val="00405C7B"/>
    <w:rsid w:val="004070EB"/>
    <w:rsid w:val="00407997"/>
    <w:rsid w:val="004119AB"/>
    <w:rsid w:val="00411BDF"/>
    <w:rsid w:val="00411EC0"/>
    <w:rsid w:val="00414AF4"/>
    <w:rsid w:val="00414B88"/>
    <w:rsid w:val="004160E4"/>
    <w:rsid w:val="004201B6"/>
    <w:rsid w:val="004216C9"/>
    <w:rsid w:val="00422ECE"/>
    <w:rsid w:val="00423201"/>
    <w:rsid w:val="004242E9"/>
    <w:rsid w:val="00426815"/>
    <w:rsid w:val="00426978"/>
    <w:rsid w:val="00430BCC"/>
    <w:rsid w:val="00430D2A"/>
    <w:rsid w:val="0043169C"/>
    <w:rsid w:val="004340AE"/>
    <w:rsid w:val="00434406"/>
    <w:rsid w:val="00434ECC"/>
    <w:rsid w:val="00437444"/>
    <w:rsid w:val="004404C8"/>
    <w:rsid w:val="004412B2"/>
    <w:rsid w:val="00441922"/>
    <w:rsid w:val="00441DEC"/>
    <w:rsid w:val="00441EC1"/>
    <w:rsid w:val="00442114"/>
    <w:rsid w:val="00442F85"/>
    <w:rsid w:val="004431D6"/>
    <w:rsid w:val="00444234"/>
    <w:rsid w:val="004444E8"/>
    <w:rsid w:val="004454D6"/>
    <w:rsid w:val="004508BA"/>
    <w:rsid w:val="0045336F"/>
    <w:rsid w:val="0045468A"/>
    <w:rsid w:val="00454BA1"/>
    <w:rsid w:val="00454C30"/>
    <w:rsid w:val="0045562C"/>
    <w:rsid w:val="004560BF"/>
    <w:rsid w:val="00456924"/>
    <w:rsid w:val="00457385"/>
    <w:rsid w:val="00460C55"/>
    <w:rsid w:val="004612AD"/>
    <w:rsid w:val="0046158E"/>
    <w:rsid w:val="00463549"/>
    <w:rsid w:val="004668F4"/>
    <w:rsid w:val="00466D6C"/>
    <w:rsid w:val="004701E1"/>
    <w:rsid w:val="00470B8E"/>
    <w:rsid w:val="00471E01"/>
    <w:rsid w:val="00471EB0"/>
    <w:rsid w:val="00471EFB"/>
    <w:rsid w:val="00472022"/>
    <w:rsid w:val="00473377"/>
    <w:rsid w:val="0047366E"/>
    <w:rsid w:val="00473913"/>
    <w:rsid w:val="0047520F"/>
    <w:rsid w:val="00475C22"/>
    <w:rsid w:val="00477B64"/>
    <w:rsid w:val="00481734"/>
    <w:rsid w:val="0048280F"/>
    <w:rsid w:val="00483BA3"/>
    <w:rsid w:val="00483E6C"/>
    <w:rsid w:val="00484560"/>
    <w:rsid w:val="00484563"/>
    <w:rsid w:val="00484A5F"/>
    <w:rsid w:val="0048529B"/>
    <w:rsid w:val="0048596B"/>
    <w:rsid w:val="00486001"/>
    <w:rsid w:val="0049004F"/>
    <w:rsid w:val="004900EF"/>
    <w:rsid w:val="00491953"/>
    <w:rsid w:val="00494010"/>
    <w:rsid w:val="00494832"/>
    <w:rsid w:val="00495C2E"/>
    <w:rsid w:val="004A0DE0"/>
    <w:rsid w:val="004A32DD"/>
    <w:rsid w:val="004A32F7"/>
    <w:rsid w:val="004A38B4"/>
    <w:rsid w:val="004A38CD"/>
    <w:rsid w:val="004A480B"/>
    <w:rsid w:val="004A6E42"/>
    <w:rsid w:val="004A7E70"/>
    <w:rsid w:val="004B0A41"/>
    <w:rsid w:val="004B1F94"/>
    <w:rsid w:val="004B612A"/>
    <w:rsid w:val="004B6945"/>
    <w:rsid w:val="004B7341"/>
    <w:rsid w:val="004B79BD"/>
    <w:rsid w:val="004C1DBF"/>
    <w:rsid w:val="004C2A87"/>
    <w:rsid w:val="004C3088"/>
    <w:rsid w:val="004C34DB"/>
    <w:rsid w:val="004C546A"/>
    <w:rsid w:val="004C6FCC"/>
    <w:rsid w:val="004C7D42"/>
    <w:rsid w:val="004D30E9"/>
    <w:rsid w:val="004D340A"/>
    <w:rsid w:val="004D3C61"/>
    <w:rsid w:val="004D4726"/>
    <w:rsid w:val="004D5C45"/>
    <w:rsid w:val="004D5D73"/>
    <w:rsid w:val="004D6072"/>
    <w:rsid w:val="004D6977"/>
    <w:rsid w:val="004E29AE"/>
    <w:rsid w:val="004E3039"/>
    <w:rsid w:val="004F0391"/>
    <w:rsid w:val="004F04FB"/>
    <w:rsid w:val="00500801"/>
    <w:rsid w:val="0050084B"/>
    <w:rsid w:val="005017F3"/>
    <w:rsid w:val="005024FA"/>
    <w:rsid w:val="00503604"/>
    <w:rsid w:val="00504CD6"/>
    <w:rsid w:val="00505EF9"/>
    <w:rsid w:val="00506A32"/>
    <w:rsid w:val="00507396"/>
    <w:rsid w:val="0051071E"/>
    <w:rsid w:val="005107AD"/>
    <w:rsid w:val="005125E3"/>
    <w:rsid w:val="005133CE"/>
    <w:rsid w:val="0051419B"/>
    <w:rsid w:val="00514B93"/>
    <w:rsid w:val="0051642D"/>
    <w:rsid w:val="00517C4D"/>
    <w:rsid w:val="00520AA8"/>
    <w:rsid w:val="005210BA"/>
    <w:rsid w:val="00523404"/>
    <w:rsid w:val="00523EEA"/>
    <w:rsid w:val="00525655"/>
    <w:rsid w:val="00526B8A"/>
    <w:rsid w:val="0052784F"/>
    <w:rsid w:val="00527CF3"/>
    <w:rsid w:val="00527F05"/>
    <w:rsid w:val="00527FF5"/>
    <w:rsid w:val="0053188A"/>
    <w:rsid w:val="005324AF"/>
    <w:rsid w:val="00532AF4"/>
    <w:rsid w:val="00533B83"/>
    <w:rsid w:val="00534CE2"/>
    <w:rsid w:val="00541EC9"/>
    <w:rsid w:val="00543370"/>
    <w:rsid w:val="00544BCA"/>
    <w:rsid w:val="00552BE2"/>
    <w:rsid w:val="005531DD"/>
    <w:rsid w:val="005532F6"/>
    <w:rsid w:val="00553792"/>
    <w:rsid w:val="00554898"/>
    <w:rsid w:val="005555D0"/>
    <w:rsid w:val="005561F2"/>
    <w:rsid w:val="00556454"/>
    <w:rsid w:val="00556F01"/>
    <w:rsid w:val="005578CD"/>
    <w:rsid w:val="00557A6E"/>
    <w:rsid w:val="0056174B"/>
    <w:rsid w:val="005658DD"/>
    <w:rsid w:val="00565C7D"/>
    <w:rsid w:val="00571AD5"/>
    <w:rsid w:val="00574762"/>
    <w:rsid w:val="005751DD"/>
    <w:rsid w:val="0057685D"/>
    <w:rsid w:val="00576CAB"/>
    <w:rsid w:val="005805FB"/>
    <w:rsid w:val="00582249"/>
    <w:rsid w:val="00582723"/>
    <w:rsid w:val="0058671C"/>
    <w:rsid w:val="0058683F"/>
    <w:rsid w:val="00587645"/>
    <w:rsid w:val="00587EF8"/>
    <w:rsid w:val="00592B3F"/>
    <w:rsid w:val="005941B1"/>
    <w:rsid w:val="0059561B"/>
    <w:rsid w:val="00595AB5"/>
    <w:rsid w:val="00595DE6"/>
    <w:rsid w:val="00595FB4"/>
    <w:rsid w:val="005A06C8"/>
    <w:rsid w:val="005A1578"/>
    <w:rsid w:val="005A188F"/>
    <w:rsid w:val="005A3AD5"/>
    <w:rsid w:val="005A48B0"/>
    <w:rsid w:val="005A48BA"/>
    <w:rsid w:val="005A5F11"/>
    <w:rsid w:val="005A6554"/>
    <w:rsid w:val="005A6A77"/>
    <w:rsid w:val="005A7AEC"/>
    <w:rsid w:val="005B368A"/>
    <w:rsid w:val="005B3A91"/>
    <w:rsid w:val="005B4437"/>
    <w:rsid w:val="005B5606"/>
    <w:rsid w:val="005B5DF2"/>
    <w:rsid w:val="005B67D5"/>
    <w:rsid w:val="005C1715"/>
    <w:rsid w:val="005C25C2"/>
    <w:rsid w:val="005C2CE6"/>
    <w:rsid w:val="005C30E3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37DC"/>
    <w:rsid w:val="005D449A"/>
    <w:rsid w:val="005D596B"/>
    <w:rsid w:val="005D5A0B"/>
    <w:rsid w:val="005D5B70"/>
    <w:rsid w:val="005D65BC"/>
    <w:rsid w:val="005D6BA9"/>
    <w:rsid w:val="005D7C5B"/>
    <w:rsid w:val="005E1A02"/>
    <w:rsid w:val="005E2118"/>
    <w:rsid w:val="005E2C45"/>
    <w:rsid w:val="005E3012"/>
    <w:rsid w:val="005E36E0"/>
    <w:rsid w:val="005E4259"/>
    <w:rsid w:val="005E4D63"/>
    <w:rsid w:val="005E6A3F"/>
    <w:rsid w:val="005E6A43"/>
    <w:rsid w:val="005E75B9"/>
    <w:rsid w:val="005F073E"/>
    <w:rsid w:val="005F1D17"/>
    <w:rsid w:val="005F2710"/>
    <w:rsid w:val="005F2B1C"/>
    <w:rsid w:val="005F2BC5"/>
    <w:rsid w:val="005F55F6"/>
    <w:rsid w:val="005F5F08"/>
    <w:rsid w:val="005F6546"/>
    <w:rsid w:val="005F67C3"/>
    <w:rsid w:val="005F7308"/>
    <w:rsid w:val="005F7EF0"/>
    <w:rsid w:val="006004D1"/>
    <w:rsid w:val="0060087A"/>
    <w:rsid w:val="0060097C"/>
    <w:rsid w:val="0060225D"/>
    <w:rsid w:val="00603C2F"/>
    <w:rsid w:val="00605C57"/>
    <w:rsid w:val="00613394"/>
    <w:rsid w:val="00613C0F"/>
    <w:rsid w:val="0061470C"/>
    <w:rsid w:val="00614CB1"/>
    <w:rsid w:val="006151FF"/>
    <w:rsid w:val="00615C5E"/>
    <w:rsid w:val="006166B1"/>
    <w:rsid w:val="006202D1"/>
    <w:rsid w:val="00623084"/>
    <w:rsid w:val="00624723"/>
    <w:rsid w:val="006262AB"/>
    <w:rsid w:val="00626ED4"/>
    <w:rsid w:val="00630093"/>
    <w:rsid w:val="00630E04"/>
    <w:rsid w:val="006310F8"/>
    <w:rsid w:val="00631C1E"/>
    <w:rsid w:val="00633B7E"/>
    <w:rsid w:val="00633F9F"/>
    <w:rsid w:val="00640621"/>
    <w:rsid w:val="00641A0A"/>
    <w:rsid w:val="00641E5F"/>
    <w:rsid w:val="00642AF0"/>
    <w:rsid w:val="00642DB7"/>
    <w:rsid w:val="00642EE1"/>
    <w:rsid w:val="00644194"/>
    <w:rsid w:val="006448D0"/>
    <w:rsid w:val="006451E0"/>
    <w:rsid w:val="006467AB"/>
    <w:rsid w:val="00647A06"/>
    <w:rsid w:val="00652C95"/>
    <w:rsid w:val="0065453F"/>
    <w:rsid w:val="00656A76"/>
    <w:rsid w:val="00661517"/>
    <w:rsid w:val="00661844"/>
    <w:rsid w:val="00661933"/>
    <w:rsid w:val="00661F23"/>
    <w:rsid w:val="00663601"/>
    <w:rsid w:val="00665334"/>
    <w:rsid w:val="006654B5"/>
    <w:rsid w:val="006663E5"/>
    <w:rsid w:val="00666CB1"/>
    <w:rsid w:val="00667A86"/>
    <w:rsid w:val="00671CCA"/>
    <w:rsid w:val="006753F2"/>
    <w:rsid w:val="00676C16"/>
    <w:rsid w:val="00677396"/>
    <w:rsid w:val="006810DE"/>
    <w:rsid w:val="006823EF"/>
    <w:rsid w:val="006825DF"/>
    <w:rsid w:val="00683906"/>
    <w:rsid w:val="006857D2"/>
    <w:rsid w:val="006863FB"/>
    <w:rsid w:val="00690202"/>
    <w:rsid w:val="00691068"/>
    <w:rsid w:val="0069277F"/>
    <w:rsid w:val="0069349F"/>
    <w:rsid w:val="00694E4D"/>
    <w:rsid w:val="00694F60"/>
    <w:rsid w:val="00697CD3"/>
    <w:rsid w:val="00697E32"/>
    <w:rsid w:val="006A0465"/>
    <w:rsid w:val="006A138A"/>
    <w:rsid w:val="006A1510"/>
    <w:rsid w:val="006A1FF4"/>
    <w:rsid w:val="006A2854"/>
    <w:rsid w:val="006A4A38"/>
    <w:rsid w:val="006A4FBC"/>
    <w:rsid w:val="006A5098"/>
    <w:rsid w:val="006A753B"/>
    <w:rsid w:val="006A7EDB"/>
    <w:rsid w:val="006B1220"/>
    <w:rsid w:val="006B20EC"/>
    <w:rsid w:val="006B3C4C"/>
    <w:rsid w:val="006B4516"/>
    <w:rsid w:val="006B55DD"/>
    <w:rsid w:val="006B5D43"/>
    <w:rsid w:val="006C3A64"/>
    <w:rsid w:val="006C51F2"/>
    <w:rsid w:val="006C78B1"/>
    <w:rsid w:val="006D152E"/>
    <w:rsid w:val="006E096F"/>
    <w:rsid w:val="006E0EC7"/>
    <w:rsid w:val="006E14CE"/>
    <w:rsid w:val="006E2F97"/>
    <w:rsid w:val="006E6BD6"/>
    <w:rsid w:val="006E7C97"/>
    <w:rsid w:val="006F19DB"/>
    <w:rsid w:val="006F1B2A"/>
    <w:rsid w:val="006F1D71"/>
    <w:rsid w:val="006F25B3"/>
    <w:rsid w:val="006F28CF"/>
    <w:rsid w:val="006F347F"/>
    <w:rsid w:val="006F42CC"/>
    <w:rsid w:val="006F4734"/>
    <w:rsid w:val="006F4A95"/>
    <w:rsid w:val="006F5C74"/>
    <w:rsid w:val="006F77F7"/>
    <w:rsid w:val="00700F59"/>
    <w:rsid w:val="00701362"/>
    <w:rsid w:val="007030B0"/>
    <w:rsid w:val="00704522"/>
    <w:rsid w:val="00704C56"/>
    <w:rsid w:val="007072E8"/>
    <w:rsid w:val="00707862"/>
    <w:rsid w:val="00710A2E"/>
    <w:rsid w:val="00711116"/>
    <w:rsid w:val="0071143E"/>
    <w:rsid w:val="0071299E"/>
    <w:rsid w:val="0071335A"/>
    <w:rsid w:val="00716234"/>
    <w:rsid w:val="00716462"/>
    <w:rsid w:val="00716E5C"/>
    <w:rsid w:val="00720F9B"/>
    <w:rsid w:val="00722032"/>
    <w:rsid w:val="00722093"/>
    <w:rsid w:val="00722D95"/>
    <w:rsid w:val="007233E5"/>
    <w:rsid w:val="00724A4F"/>
    <w:rsid w:val="007266E6"/>
    <w:rsid w:val="00726E53"/>
    <w:rsid w:val="00731BB5"/>
    <w:rsid w:val="00733796"/>
    <w:rsid w:val="00734D49"/>
    <w:rsid w:val="0073702A"/>
    <w:rsid w:val="007400FC"/>
    <w:rsid w:val="00742753"/>
    <w:rsid w:val="00743E91"/>
    <w:rsid w:val="00744EC1"/>
    <w:rsid w:val="00745E58"/>
    <w:rsid w:val="0074787F"/>
    <w:rsid w:val="007479DD"/>
    <w:rsid w:val="007509AC"/>
    <w:rsid w:val="00752430"/>
    <w:rsid w:val="007524A2"/>
    <w:rsid w:val="0075354F"/>
    <w:rsid w:val="0075411D"/>
    <w:rsid w:val="0075601F"/>
    <w:rsid w:val="00756B4D"/>
    <w:rsid w:val="007601C1"/>
    <w:rsid w:val="00760A6B"/>
    <w:rsid w:val="00760F3A"/>
    <w:rsid w:val="0076191F"/>
    <w:rsid w:val="00764186"/>
    <w:rsid w:val="00764E4C"/>
    <w:rsid w:val="007650BF"/>
    <w:rsid w:val="007656D5"/>
    <w:rsid w:val="007664EF"/>
    <w:rsid w:val="00766A37"/>
    <w:rsid w:val="0076730C"/>
    <w:rsid w:val="00767CDA"/>
    <w:rsid w:val="0077109F"/>
    <w:rsid w:val="0077316B"/>
    <w:rsid w:val="0077485E"/>
    <w:rsid w:val="00783FD6"/>
    <w:rsid w:val="007845DF"/>
    <w:rsid w:val="00785472"/>
    <w:rsid w:val="00785AF1"/>
    <w:rsid w:val="00787DA4"/>
    <w:rsid w:val="007912FF"/>
    <w:rsid w:val="0079440B"/>
    <w:rsid w:val="00794F44"/>
    <w:rsid w:val="00795FBA"/>
    <w:rsid w:val="0079732B"/>
    <w:rsid w:val="007A1BEA"/>
    <w:rsid w:val="007A1F90"/>
    <w:rsid w:val="007A723A"/>
    <w:rsid w:val="007A72BE"/>
    <w:rsid w:val="007A733E"/>
    <w:rsid w:val="007A7345"/>
    <w:rsid w:val="007B0B4C"/>
    <w:rsid w:val="007B22CC"/>
    <w:rsid w:val="007B29F5"/>
    <w:rsid w:val="007B318D"/>
    <w:rsid w:val="007B5032"/>
    <w:rsid w:val="007C1293"/>
    <w:rsid w:val="007C1E15"/>
    <w:rsid w:val="007C43D6"/>
    <w:rsid w:val="007C4758"/>
    <w:rsid w:val="007C5FD6"/>
    <w:rsid w:val="007C613A"/>
    <w:rsid w:val="007D0A53"/>
    <w:rsid w:val="007D582E"/>
    <w:rsid w:val="007D5FFD"/>
    <w:rsid w:val="007D61D1"/>
    <w:rsid w:val="007D7D92"/>
    <w:rsid w:val="007E1570"/>
    <w:rsid w:val="007E179F"/>
    <w:rsid w:val="007E42AD"/>
    <w:rsid w:val="007E4E48"/>
    <w:rsid w:val="007E7F4F"/>
    <w:rsid w:val="007F0CEB"/>
    <w:rsid w:val="007F1864"/>
    <w:rsid w:val="007F36B8"/>
    <w:rsid w:val="007F45B0"/>
    <w:rsid w:val="007F53C0"/>
    <w:rsid w:val="007F63EE"/>
    <w:rsid w:val="007F643F"/>
    <w:rsid w:val="007F7382"/>
    <w:rsid w:val="007F7671"/>
    <w:rsid w:val="00801520"/>
    <w:rsid w:val="00802D0D"/>
    <w:rsid w:val="00803A90"/>
    <w:rsid w:val="00804C3D"/>
    <w:rsid w:val="008058FA"/>
    <w:rsid w:val="00805BA6"/>
    <w:rsid w:val="008068C1"/>
    <w:rsid w:val="00807142"/>
    <w:rsid w:val="0080793E"/>
    <w:rsid w:val="00810CA2"/>
    <w:rsid w:val="00811A92"/>
    <w:rsid w:val="008128F3"/>
    <w:rsid w:val="0081323B"/>
    <w:rsid w:val="00813C94"/>
    <w:rsid w:val="00813CF6"/>
    <w:rsid w:val="00813DBC"/>
    <w:rsid w:val="008141A5"/>
    <w:rsid w:val="0081506D"/>
    <w:rsid w:val="008163EB"/>
    <w:rsid w:val="008163F3"/>
    <w:rsid w:val="00821B63"/>
    <w:rsid w:val="00823758"/>
    <w:rsid w:val="0082447F"/>
    <w:rsid w:val="00825526"/>
    <w:rsid w:val="00825F2E"/>
    <w:rsid w:val="00827E0E"/>
    <w:rsid w:val="00830203"/>
    <w:rsid w:val="008305BB"/>
    <w:rsid w:val="00831B5E"/>
    <w:rsid w:val="00831CB1"/>
    <w:rsid w:val="008320AB"/>
    <w:rsid w:val="00832408"/>
    <w:rsid w:val="00832C48"/>
    <w:rsid w:val="00834A68"/>
    <w:rsid w:val="00834CE9"/>
    <w:rsid w:val="00834F92"/>
    <w:rsid w:val="008362A2"/>
    <w:rsid w:val="00837A0F"/>
    <w:rsid w:val="00845F00"/>
    <w:rsid w:val="0084657B"/>
    <w:rsid w:val="00846B19"/>
    <w:rsid w:val="008471B0"/>
    <w:rsid w:val="0085152A"/>
    <w:rsid w:val="00851BEB"/>
    <w:rsid w:val="00853F18"/>
    <w:rsid w:val="00855865"/>
    <w:rsid w:val="00856856"/>
    <w:rsid w:val="0085704D"/>
    <w:rsid w:val="00861600"/>
    <w:rsid w:val="00861A4B"/>
    <w:rsid w:val="00864AFC"/>
    <w:rsid w:val="0086599C"/>
    <w:rsid w:val="00865FA2"/>
    <w:rsid w:val="00867B57"/>
    <w:rsid w:val="00871660"/>
    <w:rsid w:val="00871735"/>
    <w:rsid w:val="00871EB2"/>
    <w:rsid w:val="00873843"/>
    <w:rsid w:val="00873F8F"/>
    <w:rsid w:val="0087448D"/>
    <w:rsid w:val="008745FC"/>
    <w:rsid w:val="008759A8"/>
    <w:rsid w:val="00875D00"/>
    <w:rsid w:val="00876058"/>
    <w:rsid w:val="00876E76"/>
    <w:rsid w:val="00876F62"/>
    <w:rsid w:val="008823C5"/>
    <w:rsid w:val="008828E2"/>
    <w:rsid w:val="0088587F"/>
    <w:rsid w:val="008859EF"/>
    <w:rsid w:val="00885CBC"/>
    <w:rsid w:val="0088786B"/>
    <w:rsid w:val="00890C2E"/>
    <w:rsid w:val="00892698"/>
    <w:rsid w:val="00894A47"/>
    <w:rsid w:val="00895A9F"/>
    <w:rsid w:val="00895D5F"/>
    <w:rsid w:val="008A042B"/>
    <w:rsid w:val="008A1EE6"/>
    <w:rsid w:val="008A318D"/>
    <w:rsid w:val="008A4435"/>
    <w:rsid w:val="008A4A12"/>
    <w:rsid w:val="008A738D"/>
    <w:rsid w:val="008B1171"/>
    <w:rsid w:val="008B15EC"/>
    <w:rsid w:val="008B1F62"/>
    <w:rsid w:val="008B3D9A"/>
    <w:rsid w:val="008B5858"/>
    <w:rsid w:val="008B6AE8"/>
    <w:rsid w:val="008B71F7"/>
    <w:rsid w:val="008B778E"/>
    <w:rsid w:val="008B77D2"/>
    <w:rsid w:val="008C0095"/>
    <w:rsid w:val="008C0CF2"/>
    <w:rsid w:val="008C1D88"/>
    <w:rsid w:val="008C2249"/>
    <w:rsid w:val="008C3147"/>
    <w:rsid w:val="008C3A83"/>
    <w:rsid w:val="008C3F12"/>
    <w:rsid w:val="008C6148"/>
    <w:rsid w:val="008D0DAB"/>
    <w:rsid w:val="008D14F1"/>
    <w:rsid w:val="008D2022"/>
    <w:rsid w:val="008D3101"/>
    <w:rsid w:val="008D44BF"/>
    <w:rsid w:val="008D4BCA"/>
    <w:rsid w:val="008D63BB"/>
    <w:rsid w:val="008E0702"/>
    <w:rsid w:val="008E0BCA"/>
    <w:rsid w:val="008E16B6"/>
    <w:rsid w:val="008E2BAB"/>
    <w:rsid w:val="008E3502"/>
    <w:rsid w:val="008E362E"/>
    <w:rsid w:val="008E3E40"/>
    <w:rsid w:val="008E5D8A"/>
    <w:rsid w:val="008E74E0"/>
    <w:rsid w:val="008E7767"/>
    <w:rsid w:val="008E78B6"/>
    <w:rsid w:val="008F32EC"/>
    <w:rsid w:val="008F346C"/>
    <w:rsid w:val="008F5FAB"/>
    <w:rsid w:val="009002B7"/>
    <w:rsid w:val="009008AC"/>
    <w:rsid w:val="0090146D"/>
    <w:rsid w:val="00901D8D"/>
    <w:rsid w:val="00902CA7"/>
    <w:rsid w:val="009034BB"/>
    <w:rsid w:val="00904B53"/>
    <w:rsid w:val="00905C5C"/>
    <w:rsid w:val="009060C1"/>
    <w:rsid w:val="00906339"/>
    <w:rsid w:val="009068BC"/>
    <w:rsid w:val="009110A8"/>
    <w:rsid w:val="009114DC"/>
    <w:rsid w:val="00911666"/>
    <w:rsid w:val="00913D51"/>
    <w:rsid w:val="009141EE"/>
    <w:rsid w:val="00914A03"/>
    <w:rsid w:val="00914B08"/>
    <w:rsid w:val="00915739"/>
    <w:rsid w:val="009179D6"/>
    <w:rsid w:val="00921FC1"/>
    <w:rsid w:val="00923E7C"/>
    <w:rsid w:val="009261D5"/>
    <w:rsid w:val="00926666"/>
    <w:rsid w:val="00931120"/>
    <w:rsid w:val="00931DD1"/>
    <w:rsid w:val="009331E7"/>
    <w:rsid w:val="009351D4"/>
    <w:rsid w:val="00935650"/>
    <w:rsid w:val="0094004B"/>
    <w:rsid w:val="0094281A"/>
    <w:rsid w:val="009439BD"/>
    <w:rsid w:val="00943D10"/>
    <w:rsid w:val="0094487F"/>
    <w:rsid w:val="00944D17"/>
    <w:rsid w:val="009457CA"/>
    <w:rsid w:val="00945A0A"/>
    <w:rsid w:val="00946540"/>
    <w:rsid w:val="009500A3"/>
    <w:rsid w:val="00951351"/>
    <w:rsid w:val="00954997"/>
    <w:rsid w:val="00960DA2"/>
    <w:rsid w:val="00962E9F"/>
    <w:rsid w:val="00962F14"/>
    <w:rsid w:val="00963EC9"/>
    <w:rsid w:val="00965026"/>
    <w:rsid w:val="0096548E"/>
    <w:rsid w:val="00970443"/>
    <w:rsid w:val="00970FB2"/>
    <w:rsid w:val="00972AE5"/>
    <w:rsid w:val="00973C4B"/>
    <w:rsid w:val="0097767A"/>
    <w:rsid w:val="00981340"/>
    <w:rsid w:val="009815ED"/>
    <w:rsid w:val="00982D91"/>
    <w:rsid w:val="00983563"/>
    <w:rsid w:val="009840B2"/>
    <w:rsid w:val="009878BF"/>
    <w:rsid w:val="00991EA8"/>
    <w:rsid w:val="0099577F"/>
    <w:rsid w:val="00996812"/>
    <w:rsid w:val="009A08EE"/>
    <w:rsid w:val="009A13BC"/>
    <w:rsid w:val="009A24D2"/>
    <w:rsid w:val="009A35C7"/>
    <w:rsid w:val="009A36C1"/>
    <w:rsid w:val="009A375B"/>
    <w:rsid w:val="009A5D54"/>
    <w:rsid w:val="009A6CD2"/>
    <w:rsid w:val="009B1024"/>
    <w:rsid w:val="009B1C94"/>
    <w:rsid w:val="009B4627"/>
    <w:rsid w:val="009B6872"/>
    <w:rsid w:val="009C018E"/>
    <w:rsid w:val="009C0C55"/>
    <w:rsid w:val="009C34BE"/>
    <w:rsid w:val="009C438E"/>
    <w:rsid w:val="009C4AD7"/>
    <w:rsid w:val="009C5058"/>
    <w:rsid w:val="009C5D1B"/>
    <w:rsid w:val="009C610A"/>
    <w:rsid w:val="009C6B6D"/>
    <w:rsid w:val="009C75CD"/>
    <w:rsid w:val="009C7969"/>
    <w:rsid w:val="009C7D11"/>
    <w:rsid w:val="009D1AB0"/>
    <w:rsid w:val="009D5FD5"/>
    <w:rsid w:val="009D7C7C"/>
    <w:rsid w:val="009E17EC"/>
    <w:rsid w:val="009E262F"/>
    <w:rsid w:val="009E471C"/>
    <w:rsid w:val="009E51A6"/>
    <w:rsid w:val="009E6423"/>
    <w:rsid w:val="009E662B"/>
    <w:rsid w:val="009F3ED6"/>
    <w:rsid w:val="009F5EBD"/>
    <w:rsid w:val="009F64F6"/>
    <w:rsid w:val="009F721A"/>
    <w:rsid w:val="009F7F89"/>
    <w:rsid w:val="00A02580"/>
    <w:rsid w:val="00A03BF3"/>
    <w:rsid w:val="00A04766"/>
    <w:rsid w:val="00A06622"/>
    <w:rsid w:val="00A06CFF"/>
    <w:rsid w:val="00A10ACA"/>
    <w:rsid w:val="00A13716"/>
    <w:rsid w:val="00A16094"/>
    <w:rsid w:val="00A16F2C"/>
    <w:rsid w:val="00A178BC"/>
    <w:rsid w:val="00A2054F"/>
    <w:rsid w:val="00A2335A"/>
    <w:rsid w:val="00A25A7B"/>
    <w:rsid w:val="00A32667"/>
    <w:rsid w:val="00A32D3E"/>
    <w:rsid w:val="00A33C46"/>
    <w:rsid w:val="00A3499A"/>
    <w:rsid w:val="00A354E1"/>
    <w:rsid w:val="00A365CF"/>
    <w:rsid w:val="00A37C91"/>
    <w:rsid w:val="00A4045D"/>
    <w:rsid w:val="00A4097A"/>
    <w:rsid w:val="00A40B4B"/>
    <w:rsid w:val="00A41143"/>
    <w:rsid w:val="00A4360B"/>
    <w:rsid w:val="00A43E22"/>
    <w:rsid w:val="00A440E2"/>
    <w:rsid w:val="00A441E2"/>
    <w:rsid w:val="00A445F0"/>
    <w:rsid w:val="00A4529F"/>
    <w:rsid w:val="00A457AF"/>
    <w:rsid w:val="00A50A01"/>
    <w:rsid w:val="00A5207A"/>
    <w:rsid w:val="00A520D8"/>
    <w:rsid w:val="00A53000"/>
    <w:rsid w:val="00A54387"/>
    <w:rsid w:val="00A553A0"/>
    <w:rsid w:val="00A55CF6"/>
    <w:rsid w:val="00A56745"/>
    <w:rsid w:val="00A56AB6"/>
    <w:rsid w:val="00A62269"/>
    <w:rsid w:val="00A64F3F"/>
    <w:rsid w:val="00A65528"/>
    <w:rsid w:val="00A66D42"/>
    <w:rsid w:val="00A67C60"/>
    <w:rsid w:val="00A73D9A"/>
    <w:rsid w:val="00A73EB7"/>
    <w:rsid w:val="00A7459B"/>
    <w:rsid w:val="00A77912"/>
    <w:rsid w:val="00A80232"/>
    <w:rsid w:val="00A81FB6"/>
    <w:rsid w:val="00A8206F"/>
    <w:rsid w:val="00A8294B"/>
    <w:rsid w:val="00A84FA7"/>
    <w:rsid w:val="00A8595C"/>
    <w:rsid w:val="00A86516"/>
    <w:rsid w:val="00A87E1B"/>
    <w:rsid w:val="00A914F9"/>
    <w:rsid w:val="00A91C18"/>
    <w:rsid w:val="00A92520"/>
    <w:rsid w:val="00A92698"/>
    <w:rsid w:val="00A928F0"/>
    <w:rsid w:val="00A92AB8"/>
    <w:rsid w:val="00A94DE2"/>
    <w:rsid w:val="00A959A3"/>
    <w:rsid w:val="00A95F12"/>
    <w:rsid w:val="00AA1A91"/>
    <w:rsid w:val="00AA2A78"/>
    <w:rsid w:val="00AA3EBF"/>
    <w:rsid w:val="00AA6C19"/>
    <w:rsid w:val="00AA7DE0"/>
    <w:rsid w:val="00AB0511"/>
    <w:rsid w:val="00AB0590"/>
    <w:rsid w:val="00AB06AE"/>
    <w:rsid w:val="00AB270B"/>
    <w:rsid w:val="00AB2732"/>
    <w:rsid w:val="00AB2CDE"/>
    <w:rsid w:val="00AB3165"/>
    <w:rsid w:val="00AB4421"/>
    <w:rsid w:val="00AB46B8"/>
    <w:rsid w:val="00AB4B26"/>
    <w:rsid w:val="00AB65F8"/>
    <w:rsid w:val="00AB7843"/>
    <w:rsid w:val="00AC0CAD"/>
    <w:rsid w:val="00AC1411"/>
    <w:rsid w:val="00AC1CE2"/>
    <w:rsid w:val="00AC4D0E"/>
    <w:rsid w:val="00AC578A"/>
    <w:rsid w:val="00AC774F"/>
    <w:rsid w:val="00AC7EA7"/>
    <w:rsid w:val="00AC7F03"/>
    <w:rsid w:val="00AD0E3B"/>
    <w:rsid w:val="00AD1713"/>
    <w:rsid w:val="00AD234B"/>
    <w:rsid w:val="00AD3DD0"/>
    <w:rsid w:val="00AD583D"/>
    <w:rsid w:val="00AD6119"/>
    <w:rsid w:val="00AD6D62"/>
    <w:rsid w:val="00AE02FA"/>
    <w:rsid w:val="00AE0631"/>
    <w:rsid w:val="00AE069C"/>
    <w:rsid w:val="00AE12CB"/>
    <w:rsid w:val="00AE1EFA"/>
    <w:rsid w:val="00AE2774"/>
    <w:rsid w:val="00AE2D18"/>
    <w:rsid w:val="00AE4D47"/>
    <w:rsid w:val="00AE52F2"/>
    <w:rsid w:val="00AE5595"/>
    <w:rsid w:val="00AE5776"/>
    <w:rsid w:val="00AE59BD"/>
    <w:rsid w:val="00AE5C2F"/>
    <w:rsid w:val="00AE626E"/>
    <w:rsid w:val="00AE6758"/>
    <w:rsid w:val="00AE6F90"/>
    <w:rsid w:val="00AE7BE4"/>
    <w:rsid w:val="00AF171F"/>
    <w:rsid w:val="00AF2D06"/>
    <w:rsid w:val="00AF5565"/>
    <w:rsid w:val="00AF5676"/>
    <w:rsid w:val="00B00F91"/>
    <w:rsid w:val="00B01780"/>
    <w:rsid w:val="00B029CF"/>
    <w:rsid w:val="00B04E76"/>
    <w:rsid w:val="00B06094"/>
    <w:rsid w:val="00B07168"/>
    <w:rsid w:val="00B108D2"/>
    <w:rsid w:val="00B10E6E"/>
    <w:rsid w:val="00B129E1"/>
    <w:rsid w:val="00B13117"/>
    <w:rsid w:val="00B1754F"/>
    <w:rsid w:val="00B25C97"/>
    <w:rsid w:val="00B25F5B"/>
    <w:rsid w:val="00B320DA"/>
    <w:rsid w:val="00B3264A"/>
    <w:rsid w:val="00B32845"/>
    <w:rsid w:val="00B364B4"/>
    <w:rsid w:val="00B36B75"/>
    <w:rsid w:val="00B372C6"/>
    <w:rsid w:val="00B41337"/>
    <w:rsid w:val="00B43361"/>
    <w:rsid w:val="00B443CE"/>
    <w:rsid w:val="00B47B0E"/>
    <w:rsid w:val="00B524F0"/>
    <w:rsid w:val="00B5338C"/>
    <w:rsid w:val="00B538D1"/>
    <w:rsid w:val="00B54D7A"/>
    <w:rsid w:val="00B55BE6"/>
    <w:rsid w:val="00B55C82"/>
    <w:rsid w:val="00B564D0"/>
    <w:rsid w:val="00B56A6F"/>
    <w:rsid w:val="00B56C71"/>
    <w:rsid w:val="00B57346"/>
    <w:rsid w:val="00B576E6"/>
    <w:rsid w:val="00B618CD"/>
    <w:rsid w:val="00B62BD3"/>
    <w:rsid w:val="00B65E2E"/>
    <w:rsid w:val="00B663ED"/>
    <w:rsid w:val="00B71C44"/>
    <w:rsid w:val="00B71D96"/>
    <w:rsid w:val="00B762EE"/>
    <w:rsid w:val="00B818D8"/>
    <w:rsid w:val="00B84AB6"/>
    <w:rsid w:val="00B85B07"/>
    <w:rsid w:val="00B85F83"/>
    <w:rsid w:val="00B86E6E"/>
    <w:rsid w:val="00B8796D"/>
    <w:rsid w:val="00B913F6"/>
    <w:rsid w:val="00B93591"/>
    <w:rsid w:val="00B94EAB"/>
    <w:rsid w:val="00B95778"/>
    <w:rsid w:val="00B9732F"/>
    <w:rsid w:val="00BA0F43"/>
    <w:rsid w:val="00BA1E8D"/>
    <w:rsid w:val="00BA5896"/>
    <w:rsid w:val="00BA7263"/>
    <w:rsid w:val="00BB08F5"/>
    <w:rsid w:val="00BB1B75"/>
    <w:rsid w:val="00BB3099"/>
    <w:rsid w:val="00BB5CFC"/>
    <w:rsid w:val="00BC0AE7"/>
    <w:rsid w:val="00BC0DF8"/>
    <w:rsid w:val="00BC1708"/>
    <w:rsid w:val="00BC3B08"/>
    <w:rsid w:val="00BC41F4"/>
    <w:rsid w:val="00BC5359"/>
    <w:rsid w:val="00BC6D70"/>
    <w:rsid w:val="00BC73A0"/>
    <w:rsid w:val="00BD1399"/>
    <w:rsid w:val="00BD533A"/>
    <w:rsid w:val="00BD6713"/>
    <w:rsid w:val="00BD6B82"/>
    <w:rsid w:val="00BD7B22"/>
    <w:rsid w:val="00BE01E9"/>
    <w:rsid w:val="00BE1A5F"/>
    <w:rsid w:val="00BE1D9B"/>
    <w:rsid w:val="00BE2FB4"/>
    <w:rsid w:val="00BE2FE8"/>
    <w:rsid w:val="00BE37D8"/>
    <w:rsid w:val="00BE7C76"/>
    <w:rsid w:val="00BF1EDC"/>
    <w:rsid w:val="00BF3057"/>
    <w:rsid w:val="00BF366F"/>
    <w:rsid w:val="00BF57C5"/>
    <w:rsid w:val="00BF6808"/>
    <w:rsid w:val="00BF6F53"/>
    <w:rsid w:val="00C001F9"/>
    <w:rsid w:val="00C02153"/>
    <w:rsid w:val="00C02B6D"/>
    <w:rsid w:val="00C04430"/>
    <w:rsid w:val="00C045DC"/>
    <w:rsid w:val="00C05C44"/>
    <w:rsid w:val="00C06510"/>
    <w:rsid w:val="00C11189"/>
    <w:rsid w:val="00C11622"/>
    <w:rsid w:val="00C17EB1"/>
    <w:rsid w:val="00C2071E"/>
    <w:rsid w:val="00C20993"/>
    <w:rsid w:val="00C21EE3"/>
    <w:rsid w:val="00C23259"/>
    <w:rsid w:val="00C2472D"/>
    <w:rsid w:val="00C24E90"/>
    <w:rsid w:val="00C25BCC"/>
    <w:rsid w:val="00C260E3"/>
    <w:rsid w:val="00C30E50"/>
    <w:rsid w:val="00C33B74"/>
    <w:rsid w:val="00C3428D"/>
    <w:rsid w:val="00C35CF9"/>
    <w:rsid w:val="00C4118A"/>
    <w:rsid w:val="00C41C84"/>
    <w:rsid w:val="00C42ABC"/>
    <w:rsid w:val="00C43C80"/>
    <w:rsid w:val="00C44C2C"/>
    <w:rsid w:val="00C44F29"/>
    <w:rsid w:val="00C45E56"/>
    <w:rsid w:val="00C4742E"/>
    <w:rsid w:val="00C47512"/>
    <w:rsid w:val="00C509B2"/>
    <w:rsid w:val="00C51F82"/>
    <w:rsid w:val="00C531D8"/>
    <w:rsid w:val="00C53975"/>
    <w:rsid w:val="00C562A9"/>
    <w:rsid w:val="00C57E2B"/>
    <w:rsid w:val="00C613B6"/>
    <w:rsid w:val="00C62FB6"/>
    <w:rsid w:val="00C641C6"/>
    <w:rsid w:val="00C65EF9"/>
    <w:rsid w:val="00C66131"/>
    <w:rsid w:val="00C67A11"/>
    <w:rsid w:val="00C71B57"/>
    <w:rsid w:val="00C72C90"/>
    <w:rsid w:val="00C73FBC"/>
    <w:rsid w:val="00C743DA"/>
    <w:rsid w:val="00C7615D"/>
    <w:rsid w:val="00C772FE"/>
    <w:rsid w:val="00C77C20"/>
    <w:rsid w:val="00C80B22"/>
    <w:rsid w:val="00C81770"/>
    <w:rsid w:val="00C835EA"/>
    <w:rsid w:val="00C83E2E"/>
    <w:rsid w:val="00C8416F"/>
    <w:rsid w:val="00C84709"/>
    <w:rsid w:val="00C84C05"/>
    <w:rsid w:val="00C869D1"/>
    <w:rsid w:val="00C87078"/>
    <w:rsid w:val="00C9095F"/>
    <w:rsid w:val="00C93006"/>
    <w:rsid w:val="00C937A1"/>
    <w:rsid w:val="00C95A34"/>
    <w:rsid w:val="00C95D80"/>
    <w:rsid w:val="00CA006F"/>
    <w:rsid w:val="00CA15B9"/>
    <w:rsid w:val="00CA1E59"/>
    <w:rsid w:val="00CA2185"/>
    <w:rsid w:val="00CA5BFE"/>
    <w:rsid w:val="00CB2323"/>
    <w:rsid w:val="00CB2680"/>
    <w:rsid w:val="00CB3A4A"/>
    <w:rsid w:val="00CB46D6"/>
    <w:rsid w:val="00CB522A"/>
    <w:rsid w:val="00CB5728"/>
    <w:rsid w:val="00CB661D"/>
    <w:rsid w:val="00CB6A4D"/>
    <w:rsid w:val="00CC2659"/>
    <w:rsid w:val="00CC2D41"/>
    <w:rsid w:val="00CC490D"/>
    <w:rsid w:val="00CC5C75"/>
    <w:rsid w:val="00CC6326"/>
    <w:rsid w:val="00CC66B2"/>
    <w:rsid w:val="00CD1279"/>
    <w:rsid w:val="00CD16D8"/>
    <w:rsid w:val="00CD39DD"/>
    <w:rsid w:val="00CD71D4"/>
    <w:rsid w:val="00CE056E"/>
    <w:rsid w:val="00CE0EB2"/>
    <w:rsid w:val="00CE1678"/>
    <w:rsid w:val="00CE23BD"/>
    <w:rsid w:val="00CE344C"/>
    <w:rsid w:val="00CE41C6"/>
    <w:rsid w:val="00CE4C66"/>
    <w:rsid w:val="00CE5514"/>
    <w:rsid w:val="00CE5E90"/>
    <w:rsid w:val="00CF088C"/>
    <w:rsid w:val="00CF1F89"/>
    <w:rsid w:val="00CF24D1"/>
    <w:rsid w:val="00CF45AC"/>
    <w:rsid w:val="00CF4AB6"/>
    <w:rsid w:val="00CF5E76"/>
    <w:rsid w:val="00CF5F34"/>
    <w:rsid w:val="00CF7492"/>
    <w:rsid w:val="00D00374"/>
    <w:rsid w:val="00D00543"/>
    <w:rsid w:val="00D00844"/>
    <w:rsid w:val="00D02B84"/>
    <w:rsid w:val="00D02EBD"/>
    <w:rsid w:val="00D04446"/>
    <w:rsid w:val="00D045BF"/>
    <w:rsid w:val="00D05102"/>
    <w:rsid w:val="00D05314"/>
    <w:rsid w:val="00D062A5"/>
    <w:rsid w:val="00D073F1"/>
    <w:rsid w:val="00D075ED"/>
    <w:rsid w:val="00D07A61"/>
    <w:rsid w:val="00D13876"/>
    <w:rsid w:val="00D140AB"/>
    <w:rsid w:val="00D174D8"/>
    <w:rsid w:val="00D17DDD"/>
    <w:rsid w:val="00D22BF2"/>
    <w:rsid w:val="00D23122"/>
    <w:rsid w:val="00D23706"/>
    <w:rsid w:val="00D241D1"/>
    <w:rsid w:val="00D244F3"/>
    <w:rsid w:val="00D255B9"/>
    <w:rsid w:val="00D25C4D"/>
    <w:rsid w:val="00D268B8"/>
    <w:rsid w:val="00D31DD1"/>
    <w:rsid w:val="00D32A8C"/>
    <w:rsid w:val="00D343EA"/>
    <w:rsid w:val="00D351D7"/>
    <w:rsid w:val="00D3543C"/>
    <w:rsid w:val="00D356AB"/>
    <w:rsid w:val="00D36E55"/>
    <w:rsid w:val="00D40FD3"/>
    <w:rsid w:val="00D4384E"/>
    <w:rsid w:val="00D467E6"/>
    <w:rsid w:val="00D51E32"/>
    <w:rsid w:val="00D563AB"/>
    <w:rsid w:val="00D56CA0"/>
    <w:rsid w:val="00D57919"/>
    <w:rsid w:val="00D627DA"/>
    <w:rsid w:val="00D64B7F"/>
    <w:rsid w:val="00D66A7F"/>
    <w:rsid w:val="00D67004"/>
    <w:rsid w:val="00D701A5"/>
    <w:rsid w:val="00D70ADA"/>
    <w:rsid w:val="00D73CC3"/>
    <w:rsid w:val="00D7446E"/>
    <w:rsid w:val="00D76649"/>
    <w:rsid w:val="00D7733C"/>
    <w:rsid w:val="00D80063"/>
    <w:rsid w:val="00D815C3"/>
    <w:rsid w:val="00D84085"/>
    <w:rsid w:val="00D86795"/>
    <w:rsid w:val="00D86AF5"/>
    <w:rsid w:val="00D920E4"/>
    <w:rsid w:val="00D950AC"/>
    <w:rsid w:val="00D95501"/>
    <w:rsid w:val="00D968E7"/>
    <w:rsid w:val="00D97471"/>
    <w:rsid w:val="00D97587"/>
    <w:rsid w:val="00DA02B7"/>
    <w:rsid w:val="00DA0B29"/>
    <w:rsid w:val="00DA7EE8"/>
    <w:rsid w:val="00DB240C"/>
    <w:rsid w:val="00DB3267"/>
    <w:rsid w:val="00DB4B1C"/>
    <w:rsid w:val="00DB4B6C"/>
    <w:rsid w:val="00DB6093"/>
    <w:rsid w:val="00DB637F"/>
    <w:rsid w:val="00DB6632"/>
    <w:rsid w:val="00DB7623"/>
    <w:rsid w:val="00DC0B69"/>
    <w:rsid w:val="00DC5508"/>
    <w:rsid w:val="00DC5EDB"/>
    <w:rsid w:val="00DC6B22"/>
    <w:rsid w:val="00DD1805"/>
    <w:rsid w:val="00DD381B"/>
    <w:rsid w:val="00DD3872"/>
    <w:rsid w:val="00DD56E4"/>
    <w:rsid w:val="00DE1561"/>
    <w:rsid w:val="00DE1B57"/>
    <w:rsid w:val="00DE377F"/>
    <w:rsid w:val="00DE44FD"/>
    <w:rsid w:val="00DE67DA"/>
    <w:rsid w:val="00DE6FA9"/>
    <w:rsid w:val="00DE71BB"/>
    <w:rsid w:val="00DE76DB"/>
    <w:rsid w:val="00DE7D58"/>
    <w:rsid w:val="00DF025B"/>
    <w:rsid w:val="00DF2B62"/>
    <w:rsid w:val="00DF3470"/>
    <w:rsid w:val="00DF508C"/>
    <w:rsid w:val="00DF6AA8"/>
    <w:rsid w:val="00E00E8D"/>
    <w:rsid w:val="00E013F9"/>
    <w:rsid w:val="00E04D35"/>
    <w:rsid w:val="00E07000"/>
    <w:rsid w:val="00E10241"/>
    <w:rsid w:val="00E108BD"/>
    <w:rsid w:val="00E1151E"/>
    <w:rsid w:val="00E11F8A"/>
    <w:rsid w:val="00E126CD"/>
    <w:rsid w:val="00E1355F"/>
    <w:rsid w:val="00E14399"/>
    <w:rsid w:val="00E15D2F"/>
    <w:rsid w:val="00E207FB"/>
    <w:rsid w:val="00E22AB5"/>
    <w:rsid w:val="00E23674"/>
    <w:rsid w:val="00E243C6"/>
    <w:rsid w:val="00E24D98"/>
    <w:rsid w:val="00E25EED"/>
    <w:rsid w:val="00E26D36"/>
    <w:rsid w:val="00E2743B"/>
    <w:rsid w:val="00E3023D"/>
    <w:rsid w:val="00E3111F"/>
    <w:rsid w:val="00E32129"/>
    <w:rsid w:val="00E330D3"/>
    <w:rsid w:val="00E3361E"/>
    <w:rsid w:val="00E34F28"/>
    <w:rsid w:val="00E3576E"/>
    <w:rsid w:val="00E36FB8"/>
    <w:rsid w:val="00E409B7"/>
    <w:rsid w:val="00E41606"/>
    <w:rsid w:val="00E41831"/>
    <w:rsid w:val="00E41A13"/>
    <w:rsid w:val="00E42749"/>
    <w:rsid w:val="00E440D9"/>
    <w:rsid w:val="00E46281"/>
    <w:rsid w:val="00E47414"/>
    <w:rsid w:val="00E47F95"/>
    <w:rsid w:val="00E47F9E"/>
    <w:rsid w:val="00E519CD"/>
    <w:rsid w:val="00E51ECA"/>
    <w:rsid w:val="00E53DC3"/>
    <w:rsid w:val="00E54CD6"/>
    <w:rsid w:val="00E55C87"/>
    <w:rsid w:val="00E57208"/>
    <w:rsid w:val="00E60540"/>
    <w:rsid w:val="00E6064D"/>
    <w:rsid w:val="00E6246C"/>
    <w:rsid w:val="00E63F69"/>
    <w:rsid w:val="00E6531D"/>
    <w:rsid w:val="00E66EC9"/>
    <w:rsid w:val="00E67FE3"/>
    <w:rsid w:val="00E71DBE"/>
    <w:rsid w:val="00E73831"/>
    <w:rsid w:val="00E74F6E"/>
    <w:rsid w:val="00E77813"/>
    <w:rsid w:val="00E82AA3"/>
    <w:rsid w:val="00E86269"/>
    <w:rsid w:val="00E873BD"/>
    <w:rsid w:val="00E87A28"/>
    <w:rsid w:val="00E92DD1"/>
    <w:rsid w:val="00E93C2F"/>
    <w:rsid w:val="00E96EB3"/>
    <w:rsid w:val="00EA0372"/>
    <w:rsid w:val="00EA15EF"/>
    <w:rsid w:val="00EA2406"/>
    <w:rsid w:val="00EA4417"/>
    <w:rsid w:val="00EA51FC"/>
    <w:rsid w:val="00EA621B"/>
    <w:rsid w:val="00EA6D3B"/>
    <w:rsid w:val="00EA7BC1"/>
    <w:rsid w:val="00EB0A88"/>
    <w:rsid w:val="00EB1824"/>
    <w:rsid w:val="00EB1D3E"/>
    <w:rsid w:val="00EB20A6"/>
    <w:rsid w:val="00EB22A0"/>
    <w:rsid w:val="00EB25CD"/>
    <w:rsid w:val="00EB2A94"/>
    <w:rsid w:val="00EB4330"/>
    <w:rsid w:val="00EB4AF9"/>
    <w:rsid w:val="00EC37F6"/>
    <w:rsid w:val="00EC4508"/>
    <w:rsid w:val="00EC5739"/>
    <w:rsid w:val="00EC5FD1"/>
    <w:rsid w:val="00EC61E4"/>
    <w:rsid w:val="00ED26E5"/>
    <w:rsid w:val="00ED65AD"/>
    <w:rsid w:val="00ED74FF"/>
    <w:rsid w:val="00EE1E9C"/>
    <w:rsid w:val="00EE2500"/>
    <w:rsid w:val="00EE252C"/>
    <w:rsid w:val="00EE29B0"/>
    <w:rsid w:val="00EE3710"/>
    <w:rsid w:val="00EE47F1"/>
    <w:rsid w:val="00EE509D"/>
    <w:rsid w:val="00EE5352"/>
    <w:rsid w:val="00EE5E3F"/>
    <w:rsid w:val="00EE653F"/>
    <w:rsid w:val="00EE7CA2"/>
    <w:rsid w:val="00EF3A27"/>
    <w:rsid w:val="00EF7B99"/>
    <w:rsid w:val="00F0018D"/>
    <w:rsid w:val="00F01E32"/>
    <w:rsid w:val="00F02512"/>
    <w:rsid w:val="00F028B5"/>
    <w:rsid w:val="00F041D4"/>
    <w:rsid w:val="00F044E3"/>
    <w:rsid w:val="00F0558C"/>
    <w:rsid w:val="00F05ECE"/>
    <w:rsid w:val="00F0776E"/>
    <w:rsid w:val="00F120C0"/>
    <w:rsid w:val="00F1278E"/>
    <w:rsid w:val="00F13970"/>
    <w:rsid w:val="00F13E2B"/>
    <w:rsid w:val="00F14C93"/>
    <w:rsid w:val="00F14F30"/>
    <w:rsid w:val="00F1604E"/>
    <w:rsid w:val="00F16C87"/>
    <w:rsid w:val="00F16F98"/>
    <w:rsid w:val="00F17143"/>
    <w:rsid w:val="00F171A4"/>
    <w:rsid w:val="00F227C7"/>
    <w:rsid w:val="00F23A61"/>
    <w:rsid w:val="00F24392"/>
    <w:rsid w:val="00F27864"/>
    <w:rsid w:val="00F314C8"/>
    <w:rsid w:val="00F31C91"/>
    <w:rsid w:val="00F33B1A"/>
    <w:rsid w:val="00F3412A"/>
    <w:rsid w:val="00F347A0"/>
    <w:rsid w:val="00F348BA"/>
    <w:rsid w:val="00F35E2C"/>
    <w:rsid w:val="00F36A4A"/>
    <w:rsid w:val="00F36DEC"/>
    <w:rsid w:val="00F375E8"/>
    <w:rsid w:val="00F37D0C"/>
    <w:rsid w:val="00F40B2B"/>
    <w:rsid w:val="00F42063"/>
    <w:rsid w:val="00F43FF9"/>
    <w:rsid w:val="00F457C3"/>
    <w:rsid w:val="00F46405"/>
    <w:rsid w:val="00F4646A"/>
    <w:rsid w:val="00F47A3B"/>
    <w:rsid w:val="00F501B0"/>
    <w:rsid w:val="00F5097D"/>
    <w:rsid w:val="00F519AE"/>
    <w:rsid w:val="00F53722"/>
    <w:rsid w:val="00F57A13"/>
    <w:rsid w:val="00F620A4"/>
    <w:rsid w:val="00F62383"/>
    <w:rsid w:val="00F62700"/>
    <w:rsid w:val="00F64124"/>
    <w:rsid w:val="00F64AE5"/>
    <w:rsid w:val="00F64F98"/>
    <w:rsid w:val="00F6539A"/>
    <w:rsid w:val="00F66454"/>
    <w:rsid w:val="00F6698C"/>
    <w:rsid w:val="00F70734"/>
    <w:rsid w:val="00F71867"/>
    <w:rsid w:val="00F71CDF"/>
    <w:rsid w:val="00F7202A"/>
    <w:rsid w:val="00F72061"/>
    <w:rsid w:val="00F73355"/>
    <w:rsid w:val="00F734C5"/>
    <w:rsid w:val="00F7465F"/>
    <w:rsid w:val="00F75098"/>
    <w:rsid w:val="00F75BC6"/>
    <w:rsid w:val="00F77B6E"/>
    <w:rsid w:val="00F8128D"/>
    <w:rsid w:val="00F8197B"/>
    <w:rsid w:val="00F8302B"/>
    <w:rsid w:val="00F83139"/>
    <w:rsid w:val="00F83207"/>
    <w:rsid w:val="00F8369F"/>
    <w:rsid w:val="00F84394"/>
    <w:rsid w:val="00F86842"/>
    <w:rsid w:val="00F869C1"/>
    <w:rsid w:val="00F8752C"/>
    <w:rsid w:val="00F91FD4"/>
    <w:rsid w:val="00F9272E"/>
    <w:rsid w:val="00F92915"/>
    <w:rsid w:val="00F92C17"/>
    <w:rsid w:val="00F92DC7"/>
    <w:rsid w:val="00F93CBA"/>
    <w:rsid w:val="00F93EE3"/>
    <w:rsid w:val="00F94371"/>
    <w:rsid w:val="00F94A9D"/>
    <w:rsid w:val="00F95774"/>
    <w:rsid w:val="00F95B33"/>
    <w:rsid w:val="00F96655"/>
    <w:rsid w:val="00F97DAA"/>
    <w:rsid w:val="00FA0CCB"/>
    <w:rsid w:val="00FA220A"/>
    <w:rsid w:val="00FA4CF6"/>
    <w:rsid w:val="00FB1178"/>
    <w:rsid w:val="00FB2132"/>
    <w:rsid w:val="00FB313A"/>
    <w:rsid w:val="00FB4B24"/>
    <w:rsid w:val="00FB5F2F"/>
    <w:rsid w:val="00FB6CD9"/>
    <w:rsid w:val="00FB716B"/>
    <w:rsid w:val="00FB71A4"/>
    <w:rsid w:val="00FB7DB7"/>
    <w:rsid w:val="00FC0501"/>
    <w:rsid w:val="00FC25A9"/>
    <w:rsid w:val="00FC2E7E"/>
    <w:rsid w:val="00FC347E"/>
    <w:rsid w:val="00FC3974"/>
    <w:rsid w:val="00FC5D20"/>
    <w:rsid w:val="00FC7DA5"/>
    <w:rsid w:val="00FD0264"/>
    <w:rsid w:val="00FD3C6C"/>
    <w:rsid w:val="00FD64DA"/>
    <w:rsid w:val="00FD6AFA"/>
    <w:rsid w:val="00FD7766"/>
    <w:rsid w:val="00FD7840"/>
    <w:rsid w:val="00FE16FB"/>
    <w:rsid w:val="00FE3B64"/>
    <w:rsid w:val="00FE3CD5"/>
    <w:rsid w:val="00FE4EC9"/>
    <w:rsid w:val="00FE4F80"/>
    <w:rsid w:val="00FE5CF6"/>
    <w:rsid w:val="00FE6CCB"/>
    <w:rsid w:val="00FF02B1"/>
    <w:rsid w:val="00FF26B8"/>
    <w:rsid w:val="00FF35C3"/>
    <w:rsid w:val="00FF3E98"/>
    <w:rsid w:val="00FF4F17"/>
    <w:rsid w:val="00FF5761"/>
    <w:rsid w:val="00FF5E8B"/>
    <w:rsid w:val="00FF78E1"/>
    <w:rsid w:val="04F998B2"/>
    <w:rsid w:val="065767B7"/>
    <w:rsid w:val="07E383FE"/>
    <w:rsid w:val="087BD0EE"/>
    <w:rsid w:val="09748007"/>
    <w:rsid w:val="0A654754"/>
    <w:rsid w:val="0F3158B2"/>
    <w:rsid w:val="11A6F248"/>
    <w:rsid w:val="121619C5"/>
    <w:rsid w:val="16D17659"/>
    <w:rsid w:val="1B3646BD"/>
    <w:rsid w:val="1CC9E633"/>
    <w:rsid w:val="1CF9389E"/>
    <w:rsid w:val="251A2208"/>
    <w:rsid w:val="28A36C99"/>
    <w:rsid w:val="297DDBC5"/>
    <w:rsid w:val="2D26DE48"/>
    <w:rsid w:val="2E93C031"/>
    <w:rsid w:val="31F45C52"/>
    <w:rsid w:val="34A89703"/>
    <w:rsid w:val="34DCB419"/>
    <w:rsid w:val="367D55B7"/>
    <w:rsid w:val="3ABEB291"/>
    <w:rsid w:val="3B948D59"/>
    <w:rsid w:val="3C61AB39"/>
    <w:rsid w:val="40280004"/>
    <w:rsid w:val="4502EF2B"/>
    <w:rsid w:val="4DE333D5"/>
    <w:rsid w:val="4FD971D6"/>
    <w:rsid w:val="52F63F17"/>
    <w:rsid w:val="5344707E"/>
    <w:rsid w:val="56B26DDD"/>
    <w:rsid w:val="59F67912"/>
    <w:rsid w:val="5A496354"/>
    <w:rsid w:val="5C02A12E"/>
    <w:rsid w:val="5FD135B0"/>
    <w:rsid w:val="60621B64"/>
    <w:rsid w:val="68AE3A77"/>
    <w:rsid w:val="68DDCCC5"/>
    <w:rsid w:val="6A148299"/>
    <w:rsid w:val="6CC37C8F"/>
    <w:rsid w:val="6D9F1566"/>
    <w:rsid w:val="6E50DD15"/>
    <w:rsid w:val="705CDE6F"/>
    <w:rsid w:val="7505B090"/>
    <w:rsid w:val="7A3D41FF"/>
    <w:rsid w:val="7C004072"/>
    <w:rsid w:val="7E2F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A6B3CE"/>
  <w15:docId w15:val="{B2CB6536-C3AA-4F6D-9CF9-B6C572310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F5761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C5B1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85152A"/>
    <w:rPr>
      <w:b/>
      <w:bCs/>
    </w:rPr>
  </w:style>
  <w:style w:type="paragraph" w:styleId="TOC1">
    <w:name w:val="toc 1"/>
    <w:basedOn w:val="Normal"/>
    <w:next w:val="Normal"/>
    <w:uiPriority w:val="39"/>
    <w:rsid w:val="00AA2A78"/>
    <w:pPr>
      <w:spacing w:before="120" w:after="120"/>
    </w:pPr>
    <w:rPr>
      <w:b/>
      <w:bCs/>
      <w:caps/>
    </w:rPr>
  </w:style>
  <w:style w:type="paragraph" w:styleId="Title">
    <w:name w:val="Title"/>
    <w:basedOn w:val="Normal"/>
    <w:link w:val="TitleChar"/>
    <w:uiPriority w:val="3"/>
    <w:qFormat/>
    <w:rsid w:val="00AA2A78"/>
    <w:pPr>
      <w:keepNext/>
      <w:spacing w:before="240" w:after="240" w:line="320" w:lineRule="atLeast"/>
      <w:jc w:val="both"/>
    </w:pPr>
    <w:rPr>
      <w:b/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3"/>
    <w:rsid w:val="00AA2A78"/>
    <w:rPr>
      <w:b/>
      <w:sz w:val="32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C5B1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f01">
    <w:name w:val="cf01"/>
    <w:basedOn w:val="DefaultParagraphFont"/>
    <w:rsid w:val="00E22AB5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5E4259"/>
  </w:style>
  <w:style w:type="paragraph" w:customStyle="1" w:styleId="pf0">
    <w:name w:val="pf0"/>
    <w:basedOn w:val="Normal"/>
    <w:rsid w:val="00A81FB6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5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7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A59A352DB3EC4F88ED7EB61BD499C7" ma:contentTypeVersion="24" ma:contentTypeDescription="Create a new document." ma:contentTypeScope="" ma:versionID="510ee845668bf3e4556dfd9e8a9c6509">
  <xsd:schema xmlns:xsd="http://www.w3.org/2001/XMLSchema" xmlns:xs="http://www.w3.org/2001/XMLSchema" xmlns:p="http://schemas.microsoft.com/office/2006/metadata/properties" xmlns:ns2="7d150733-584f-4c57-8f75-a626010bed1b" xmlns:ns3="ffcdf2b0-1459-4444-989c-847f95dff766" targetNamespace="http://schemas.microsoft.com/office/2006/metadata/properties" ma:root="true" ma:fieldsID="a69de6f78ddcdc17ee3b744e4b15abf5" ns2:_="" ns3:_="">
    <xsd:import namespace="7d150733-584f-4c57-8f75-a626010bed1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50733-584f-4c57-8f75-a626010bed1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7d150733-584f-4c57-8f75-a626010bed1b">06</SC>
    <Deliverable_x0020_Version xmlns="7d150733-584f-4c57-8f75-a626010bed1b" xsi:nil="true"/>
    <Deliverable_x0020_Id xmlns="7d150733-584f-4c57-8f75-a626010bed1b">DLV-258-6-6-1-64</Deliverable_x0020_Id>
    <Delivery_x0020_Date xmlns="7d150733-584f-4c57-8f75-a626010bed1b">2023-07-17T21:00:00+00:00</Delivery_x0020_Date>
    <RfA xmlns="7d150733-584f-4c57-8f75-a626010bed1b">258</RfA>
    <Deliverable_x0020_Status xmlns="7d150733-584f-4c57-8f75-a626010bed1b">Internal QR</Deliverable_x0020_Statu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D03B1A-885B-4EFB-ABF3-5F90ADF84E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50733-584f-4c57-8f75-a626010bed1b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06A652-78ED-4B9A-AA4F-78153DF389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34CF7E-14AB-43A2-B21F-0F8332BFD441}">
  <ds:schemaRefs>
    <ds:schemaRef ds:uri="http://schemas.microsoft.com/office/2006/metadata/properties"/>
    <ds:schemaRef ds:uri="http://schemas.microsoft.com/office/infopath/2007/PartnerControls"/>
    <ds:schemaRef ds:uri="7d150733-584f-4c57-8f75-a626010bed1b"/>
  </ds:schemaRefs>
</ds:datastoreItem>
</file>

<file path=customXml/itemProps4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</Template>
  <TotalTime>0</TotalTime>
  <Pages>6</Pages>
  <Words>1435</Words>
  <Characters>8639</Characters>
  <Application>Microsoft Office Word</Application>
  <DocSecurity>0</DocSecurity>
  <Lines>319</Lines>
  <Paragraphs>251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 TAXUD R5</dc:creator>
  <cp:keywords/>
  <cp:lastModifiedBy>RADU Nicolae-Adrian (TAXUD-EXT)</cp:lastModifiedBy>
  <cp:revision>3</cp:revision>
  <cp:lastPrinted>2014-03-18T19:31:00Z</cp:lastPrinted>
  <dcterms:created xsi:type="dcterms:W3CDTF">2023-10-13T07:16:00Z</dcterms:created>
  <dcterms:modified xsi:type="dcterms:W3CDTF">2023-12-06T15:16:00Z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0x0101008FA59A352DB3EC4F88ED7EB61BD499C7</vt:lpwstr>
  </property>
  <property fmtid="{D5CDD505-2E9C-101B-9397-08002B2CF9AE}" pid="7" name="GrammarlyDocumentId">
    <vt:lpwstr>0fd60f7f02f9c8c4abe483e4732fbad9d3c52923dd68a76bf2abe5b9fc89a45d</vt:lpwstr>
  </property>
  <property fmtid="{D5CDD505-2E9C-101B-9397-08002B2CF9AE}" pid="8" name="MediaServiceImageTags">
    <vt:lpwstr/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2023-06-28T17:08:32Z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b003eb1a-3a4c-4e6d-af57-3066d2203189</vt:lpwstr>
  </property>
  <property fmtid="{D5CDD505-2E9C-101B-9397-08002B2CF9AE}" pid="15" name="MSIP_Label_6bd9ddd1-4d20-43f6-abfa-fc3c07406f94_ContentBits">
    <vt:lpwstr>0</vt:lpwstr>
  </property>
  <property fmtid="{D5CDD505-2E9C-101B-9397-08002B2CF9AE}" pid="16" name="SfRFilename">
    <vt:lpwstr>| | RFC_AES-P1_0152_NCTS-P5_0225_NCTS-P6_0034_IAR-UCCAES2298-UCCNCTS3770-UCCNCTSP6-66(re-SfR)-v0.30.docx</vt:lpwstr>
  </property>
  <property fmtid="{D5CDD505-2E9C-101B-9397-08002B2CF9AE}" pid="17" name="QCNumber">
    <vt:lpwstr>QC49729</vt:lpwstr>
  </property>
</Properties>
</file>